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31707B84" w:rsidR="00F422D3" w:rsidRPr="000079D0" w:rsidRDefault="00F422D3" w:rsidP="00BB1390">
      <w:pPr>
        <w:pStyle w:val="Titul2"/>
        <w:rPr>
          <w:sz w:val="18"/>
          <w:szCs w:val="18"/>
        </w:rPr>
      </w:pPr>
      <w:r>
        <w:t xml:space="preserve">Název </w:t>
      </w:r>
      <w:r w:rsidRPr="00BB1390">
        <w:t>zakázky</w:t>
      </w:r>
      <w:r>
        <w:t>: „</w:t>
      </w:r>
      <w:r w:rsidR="00666C9E" w:rsidRPr="00666C9E">
        <w:t>Rekonstrukce výpravní budovy v žst. Bohumín, 2.etapa</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Pr="00666C9E" w:rsidRDefault="00F422D3" w:rsidP="00B42F40">
      <w:pPr>
        <w:pStyle w:val="Textbezodsazen"/>
        <w:spacing w:after="0"/>
      </w:pPr>
      <w:r>
        <w:t xml:space="preserve">spisová </w:t>
      </w:r>
      <w:r w:rsidRPr="00666C9E">
        <w:t>značka A 48384</w:t>
      </w:r>
    </w:p>
    <w:p w14:paraId="2D391DF3" w14:textId="77777777" w:rsidR="00F422D3" w:rsidRPr="00666C9E" w:rsidRDefault="00F422D3" w:rsidP="00B42F40">
      <w:pPr>
        <w:pStyle w:val="Textbezodsazen"/>
        <w:spacing w:after="0"/>
      </w:pPr>
      <w:r w:rsidRPr="00666C9E">
        <w:t xml:space="preserve">zastoupena: Ing. Mojmírem Nejezchlebem, náměstkem GŘ pro modernizaci dráhy </w:t>
      </w:r>
    </w:p>
    <w:p w14:paraId="033EC51A" w14:textId="77777777" w:rsidR="00F422D3" w:rsidRDefault="00F422D3" w:rsidP="00B42F40">
      <w:pPr>
        <w:pStyle w:val="Textbezodsazen"/>
      </w:pPr>
      <w:r w:rsidRPr="00666C9E">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77B8A5CC" w:rsidR="00F422D3" w:rsidRDefault="00F422D3" w:rsidP="00B42F40">
      <w:pPr>
        <w:pStyle w:val="Textbezodsazen"/>
      </w:pPr>
      <w:r w:rsidRPr="00B42F40">
        <w:t>Stavební</w:t>
      </w:r>
      <w:r>
        <w:t xml:space="preserve"> </w:t>
      </w:r>
      <w:r w:rsidRPr="00666C9E">
        <w:t xml:space="preserve">správa </w:t>
      </w:r>
      <w:r w:rsidR="00666C9E" w:rsidRPr="00666C9E">
        <w:t>východ, Nerudova</w:t>
      </w:r>
      <w:r w:rsidR="00666C9E" w:rsidRPr="009B49A4">
        <w:t xml:space="preserve"> 1, Olomouc 779 00</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F0B4DE5" w14:textId="3711C449" w:rsidR="00F422D3" w:rsidRDefault="00F422D3" w:rsidP="00B42F40">
      <w:pPr>
        <w:pStyle w:val="Textbezodsazen"/>
      </w:pPr>
      <w:r>
        <w:t>ISPROF</w:t>
      </w:r>
      <w:r w:rsidR="00666C9E">
        <w:t>OND</w:t>
      </w:r>
      <w:r>
        <w:t xml:space="preserve">: </w:t>
      </w:r>
      <w:r w:rsidR="00666C9E">
        <w:t>3273214901</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20B52FB" w14:textId="77777777" w:rsidR="00511EB1" w:rsidRDefault="00106CD8" w:rsidP="00106CD8">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6E9CD7AF"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A59631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B46A4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64C556B8" w14:textId="587D6E10" w:rsidR="00E761E9" w:rsidRPr="00666C9E" w:rsidRDefault="007D26F9" w:rsidP="00666C9E">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34A6E338"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dne pod evidenčním číslem "[</w:t>
      </w:r>
      <w:r w:rsidRPr="007D26F9">
        <w:rPr>
          <w:highlight w:val="green"/>
        </w:rPr>
        <w:t>VLOŽÍ OBJEDNATEL</w:t>
      </w:r>
      <w:r>
        <w:t>]" svůj úmysl zadat veřejnou zakázku</w:t>
      </w:r>
      <w:r w:rsidR="00A349C6">
        <w:t xml:space="preserve"> s </w:t>
      </w:r>
      <w:r>
        <w:t>názvem „</w:t>
      </w:r>
      <w:r w:rsidR="00666C9E" w:rsidRPr="00666C9E">
        <w:rPr>
          <w:rStyle w:val="Tun"/>
        </w:rPr>
        <w:t>Rekonstrukce výpravní budovy v žst. Bohumín, 2.etapa</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4FAB946C" w:rsidR="007D26F9" w:rsidRPr="001A75B2" w:rsidRDefault="00C01453" w:rsidP="00C01453">
      <w:pPr>
        <w:pStyle w:val="Text1-1"/>
      </w:pPr>
      <w:r w:rsidRPr="00C01453">
        <w:t xml:space="preserve">Zhotovitel se zavazuje v souladu s touto Smlouvou zhotovit </w:t>
      </w:r>
      <w:r w:rsidR="00C53FB6">
        <w:t xml:space="preserve"> </w:t>
      </w:r>
      <w:r w:rsidRPr="00C01453">
        <w:t>Projektovou dokumentaci, včetně veškerých činností s</w:t>
      </w:r>
      <w:r w:rsidRPr="00AF231D">
        <w:t xml:space="preserve">ouvisejících s jejím zhotovením, zajistit vydání </w:t>
      </w:r>
      <w:r w:rsidR="002406CA" w:rsidRPr="00AF231D">
        <w:t xml:space="preserve">povolení záměru </w:t>
      </w:r>
      <w:r w:rsidR="008A3CE1" w:rsidRPr="00AF231D">
        <w:t>(povolení stavby)</w:t>
      </w:r>
      <w:r w:rsidR="008A3CE1">
        <w:t xml:space="preserve"> </w:t>
      </w:r>
      <w:r w:rsidR="002406CA">
        <w:t>podle zákona č. 283/2021 Sb., stavební zákon, ve znění pozdějších předpisů (dále také „NSZ“)</w:t>
      </w:r>
      <w:r w:rsidRPr="00C01453">
        <w:t xml:space="preserve">, dále zhotovit stavbu a vypracovat veškerou </w:t>
      </w:r>
      <w:r w:rsidRPr="001A75B2">
        <w:t xml:space="preserve">příslušnou dokumentaci související s prováděnou stavbou, včetně všech ostatních dokumentací a dokladů, a provádět činnosti spojené s výkonem </w:t>
      </w:r>
      <w:r w:rsidR="00363530" w:rsidRPr="001A75B2">
        <w:t xml:space="preserve">Dozoru </w:t>
      </w:r>
      <w:r w:rsidR="006265D1" w:rsidRPr="001A75B2">
        <w:t xml:space="preserve">projektanta </w:t>
      </w:r>
      <w:r w:rsidRPr="001A75B2">
        <w:t>(dále jen „</w:t>
      </w:r>
      <w:r w:rsidRPr="001A75B2">
        <w:rPr>
          <w:b/>
        </w:rPr>
        <w:t>Dílo</w:t>
      </w:r>
      <w:r w:rsidRPr="001A75B2">
        <w:t>“).</w:t>
      </w:r>
    </w:p>
    <w:p w14:paraId="55139E65" w14:textId="7C053920" w:rsidR="00C01453" w:rsidRPr="001A75B2" w:rsidRDefault="00C01453" w:rsidP="00C01453">
      <w:pPr>
        <w:pStyle w:val="Text1-1"/>
      </w:pPr>
      <w:r w:rsidRPr="001A75B2">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povolení</w:t>
      </w:r>
      <w:r w:rsidR="00237684" w:rsidRPr="001A75B2">
        <w:t xml:space="preserve"> záměru </w:t>
      </w:r>
      <w:r w:rsidR="006F6E55" w:rsidRPr="001A75B2">
        <w:t xml:space="preserve">(povolení stavby) </w:t>
      </w:r>
      <w:r w:rsidR="00237684" w:rsidRPr="001A75B2">
        <w:t xml:space="preserve">podle </w:t>
      </w:r>
      <w:r w:rsidR="00B46A46" w:rsidRPr="001A75B2">
        <w:t>NSZ</w:t>
      </w:r>
      <w:r w:rsidRPr="001A75B2">
        <w:t>, a to na základě plné moci Objednatele. Zhotovitel také zajistí zpracování žádosti k</w:t>
      </w:r>
      <w:r w:rsidR="008A3922" w:rsidRPr="001A75B2">
        <w:t>e změně stavby před dokončením</w:t>
      </w:r>
      <w:r w:rsidRPr="001A75B2">
        <w:t>,</w:t>
      </w:r>
      <w:r w:rsidR="00B90755" w:rsidRPr="001A75B2">
        <w:t xml:space="preserve"> </w:t>
      </w:r>
      <w:r w:rsidRPr="001A75B2">
        <w:t>přičemž poplatek za vydání povolení</w:t>
      </w:r>
      <w:r w:rsidR="00237684" w:rsidRPr="001A75B2">
        <w:t xml:space="preserve"> záměru</w:t>
      </w:r>
      <w:r w:rsidR="00085B49" w:rsidRPr="001A75B2">
        <w:t xml:space="preserve"> (povolení stavby)</w:t>
      </w:r>
      <w:r w:rsidRPr="001A75B2">
        <w:t xml:space="preserve"> uhradí Objednatel.</w:t>
      </w:r>
    </w:p>
    <w:p w14:paraId="6CB07389" w14:textId="2A6020CE" w:rsidR="00C01453" w:rsidRPr="001A75B2" w:rsidRDefault="00C01453" w:rsidP="00C01453">
      <w:pPr>
        <w:pStyle w:val="Textbezslovn"/>
      </w:pPr>
      <w:r w:rsidRPr="001A75B2">
        <w:t xml:space="preserve">Součástí povinností Zhotovitele dle této Smlouvy je i výkon </w:t>
      </w:r>
      <w:r w:rsidR="001D5DEF" w:rsidRPr="001A75B2">
        <w:t xml:space="preserve">Dozoru </w:t>
      </w:r>
      <w:r w:rsidRPr="001A75B2">
        <w:t>projektanta</w:t>
      </w:r>
      <w:r w:rsidR="006F6E55" w:rsidRPr="001A75B2">
        <w:t xml:space="preserve"> podle NSZ</w:t>
      </w:r>
      <w:r w:rsidR="001D5DEF" w:rsidRPr="001A75B2">
        <w:t>.</w:t>
      </w:r>
    </w:p>
    <w:p w14:paraId="455F6628" w14:textId="1CFA12DD" w:rsidR="00C01453" w:rsidRDefault="00C01453" w:rsidP="00666C9E">
      <w:pPr>
        <w:pStyle w:val="Textbezslovn"/>
      </w:pPr>
      <w:r w:rsidRPr="001A75B2">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w:t>
      </w:r>
      <w:r>
        <w:t xml:space="preserve"> a umožní vyhotovení soupisu prací s výkazem výměr a podrobný položkový rozpočet jednotlivých SO a PS a souhrnný rozpočet jako podklad pro dílčí fakturaci v průběhu realizace stavby.</w:t>
      </w:r>
    </w:p>
    <w:p w14:paraId="77DEDA61" w14:textId="62B2D68B" w:rsidR="00C01453" w:rsidRDefault="00C01453" w:rsidP="00C01453">
      <w:pPr>
        <w:pStyle w:val="Textbezslovn"/>
      </w:pPr>
      <w:r>
        <w:t xml:space="preserve">Předmět plnění veřejné zakázky je specifikován v </w:t>
      </w:r>
      <w:r w:rsidR="00A47A9F">
        <w:t>P</w:t>
      </w:r>
      <w:r>
        <w:t>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01DD9014" w:rsidR="00C01453" w:rsidRDefault="00C01453" w:rsidP="00C01453">
      <w:pPr>
        <w:pStyle w:val="Textbezslovn"/>
      </w:pPr>
      <w:r>
        <w:t xml:space="preserve">Zhotovitel zpracuje potřebné podklady a zajistí posouzení a prohlášení o shodě </w:t>
      </w:r>
      <w:r w:rsidR="00D55B0C">
        <w:t>O</w:t>
      </w:r>
      <w:r w:rsidR="006265D1">
        <w:t>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2BED133A" w:rsidR="009A3E79" w:rsidRPr="00F00153" w:rsidRDefault="009A3E79" w:rsidP="009A3E79">
      <w:pPr>
        <w:spacing w:after="120" w:line="264" w:lineRule="auto"/>
        <w:ind w:left="737"/>
        <w:jc w:val="both"/>
        <w:rPr>
          <w:sz w:val="18"/>
          <w:szCs w:val="18"/>
        </w:rPr>
      </w:pPr>
      <w:r w:rsidRPr="00F00153">
        <w:rPr>
          <w:sz w:val="18"/>
          <w:szCs w:val="18"/>
        </w:rPr>
        <w:t>Daňové doklady</w:t>
      </w:r>
      <w:r w:rsidR="00114080">
        <w:rPr>
          <w:sz w:val="18"/>
          <w:szCs w:val="18"/>
        </w:rPr>
        <w:t>, včetně příloh,</w:t>
      </w:r>
      <w:r w:rsidRPr="00F00153">
        <w:rPr>
          <w:sz w:val="18"/>
          <w:szCs w:val="18"/>
        </w:rPr>
        <w:t xml:space="preserve"> bude Zhotovitel </w:t>
      </w:r>
      <w:r w:rsidR="00114080">
        <w:rPr>
          <w:sz w:val="18"/>
          <w:szCs w:val="18"/>
        </w:rPr>
        <w:t>zasílat</w:t>
      </w:r>
      <w:r w:rsidR="00114080" w:rsidRPr="00F00153">
        <w:rPr>
          <w:sz w:val="18"/>
          <w:szCs w:val="18"/>
        </w:rPr>
        <w:t xml:space="preserve">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346A0EAB" w:rsidR="009A3E79" w:rsidRPr="00F00153" w:rsidRDefault="0011408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datovou zprávou na identifikátor datové schránky: uccchjm</w:t>
      </w:r>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4DDB2A0E"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v listinné podobě na adresu Správa železnic, státní organizace, Centrální finanční účtárna Čechy, Náměstí Jana Pernera 217, 530 02 Pardubice</w:t>
      </w:r>
      <w:r w:rsidR="00114080">
        <w:rPr>
          <w:rFonts w:eastAsia="Verdana"/>
          <w:sz w:val="18"/>
          <w:szCs w:val="18"/>
        </w:rPr>
        <w:t xml:space="preserve"> ve třech (3) tištěných originálech</w:t>
      </w:r>
      <w:r w:rsidRPr="00F00153">
        <w:rPr>
          <w:rFonts w:eastAsia="Verdana"/>
          <w:sz w:val="18"/>
          <w:szCs w:val="18"/>
        </w:rPr>
        <w:t>.</w:t>
      </w:r>
    </w:p>
    <w:p w14:paraId="7F694D8B" w14:textId="6A44400E" w:rsidR="007D26F9" w:rsidRDefault="00C01453" w:rsidP="00BC5BDD">
      <w:pPr>
        <w:pStyle w:val="Textbezslovn"/>
      </w:pPr>
      <w:r w:rsidRPr="00C01453">
        <w:t xml:space="preserve">Rozpis Ceny Díla dle ceny za zpracování Projektové dokumentace, spolu se samostatně uvedenou cenou </w:t>
      </w:r>
      <w:r w:rsidR="00DE063C">
        <w:t>D</w:t>
      </w:r>
      <w:r w:rsidRPr="006265D1">
        <w:t>ozoru</w:t>
      </w:r>
      <w:r w:rsidRPr="00C01453">
        <w:t xml:space="preserve"> projektanta a ceny za provedení stavby dle objektů </w:t>
      </w:r>
      <w:r w:rsidR="00211ABD">
        <w:t xml:space="preserve">stavební části </w:t>
      </w:r>
      <w:r w:rsidRPr="00C01453">
        <w:t xml:space="preserve">(SO) a </w:t>
      </w:r>
      <w:r w:rsidR="00211ABD">
        <w:t>objektů technických a technologických zařízení</w:t>
      </w:r>
      <w:r w:rsidRPr="00C01453">
        <w:t xml:space="preserve"> (PS) je uveden v</w:t>
      </w:r>
      <w:r w:rsidR="00B90755">
        <w:t xml:space="preserve"> </w:t>
      </w:r>
      <w:r w:rsidR="00A47A9F">
        <w:t>P</w:t>
      </w:r>
      <w:r w:rsidRPr="00C01453">
        <w:t>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lastRenderedPageBreak/>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6A9CB18D" w:rsidR="008911C8" w:rsidRDefault="008911C8" w:rsidP="008911C8">
      <w:pPr>
        <w:pStyle w:val="Text1-1"/>
      </w:pPr>
      <w:r>
        <w:t xml:space="preserve">Zhotovitel se v souladu se svou nabídkou zavazuje dokončit a předat Objednateli Dílo nebo jeho jednotlivé části v termínech uvedených v harmonogramu obsaženém v </w:t>
      </w:r>
      <w:r w:rsidR="00A47A9F">
        <w:t>P</w:t>
      </w:r>
      <w:r>
        <w:t>říloze č. 5 této Smlouvy (dále jen „</w:t>
      </w:r>
      <w:r w:rsidRPr="008911C8">
        <w:rPr>
          <w:b/>
        </w:rPr>
        <w:t>Harmonogram postupu prací</w:t>
      </w:r>
      <w:r>
        <w:t xml:space="preserve">“), který je rozdělen na část zahrnující </w:t>
      </w:r>
      <w:r w:rsidRPr="00AF231D">
        <w:t xml:space="preserve">zpracování Projektové dokumentace, včetně zajištění vydání </w:t>
      </w:r>
      <w:r w:rsidR="00C53FB6" w:rsidRPr="00AF231D">
        <w:t>povolení záměru</w:t>
      </w:r>
      <w:r w:rsidR="006F6E55" w:rsidRPr="00AF231D">
        <w:t xml:space="preserve"> (povolení stavby)</w:t>
      </w:r>
      <w:r w:rsidR="00C53FB6" w:rsidRPr="00AF231D">
        <w:t xml:space="preserve"> </w:t>
      </w:r>
      <w:r w:rsidRPr="00AF231D">
        <w:t>s nabytím právní moci, a na část zahrnující realizaci stavby dle jednotlivých objektů</w:t>
      </w:r>
      <w:r w:rsidR="00211ABD">
        <w:t xml:space="preserve"> stavební části</w:t>
      </w:r>
      <w:r>
        <w:t xml:space="preserve">, </w:t>
      </w:r>
      <w:r w:rsidR="00211ABD">
        <w:t>objektů technických a technologických zařízení</w:t>
      </w:r>
      <w:r>
        <w:t xml:space="preserve">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0360F434" w:rsidR="008911C8" w:rsidRDefault="008911C8" w:rsidP="008911C8">
      <w:pPr>
        <w:pStyle w:val="Textbezslovn"/>
      </w:pPr>
      <w:r>
        <w:t>Celková lhůta pro provedení Díla činí celkem</w:t>
      </w:r>
      <w:r w:rsidR="00AF231D">
        <w:t xml:space="preserve"> </w:t>
      </w:r>
      <w:r w:rsidR="00AF231D" w:rsidRPr="00AF231D">
        <w:rPr>
          <w:b/>
          <w:bCs/>
        </w:rPr>
        <w:t>33</w:t>
      </w:r>
      <w:r w:rsidRPr="00AF231D">
        <w:rPr>
          <w:rStyle w:val="Tun"/>
          <w:b w:val="0"/>
          <w:bCs/>
        </w:rPr>
        <w:t xml:space="preserve"> </w:t>
      </w:r>
      <w:r w:rsidRPr="008911C8">
        <w:rPr>
          <w:rStyle w:val="Tun"/>
        </w:rPr>
        <w:t>měsíců</w:t>
      </w:r>
      <w:r>
        <w:t xml:space="preserve"> od nabytí účinnosti Smlouvy (dokladem prokazujícím, že Zhotovitel dokončil celé Dílo, je Předávací protokol dle odst. 10.4 Obchodních podmínek).</w:t>
      </w:r>
    </w:p>
    <w:p w14:paraId="150D27D2" w14:textId="7544FB9D" w:rsidR="008911C8" w:rsidRPr="00F00153" w:rsidRDefault="008911C8" w:rsidP="008911C8">
      <w:pPr>
        <w:pStyle w:val="Textbezslovn"/>
      </w:pPr>
      <w:r w:rsidRPr="00857C44">
        <w:t>Zpracování a předání dílčí části Projektové dokumentace v rozsahu Přílohy č. 3 vyhlášky č.146/2008 Sb. spolu s</w:t>
      </w:r>
      <w:r w:rsidR="007B1A3D" w:rsidRPr="00857C44">
        <w:t xml:space="preserve"> podáním žádosti o povolení změny záměru před dokončením vč. kompletní dokladové části </w:t>
      </w:r>
      <w:r w:rsidRPr="00857C44">
        <w:t xml:space="preserve">bude provedeno do </w:t>
      </w:r>
      <w:r w:rsidR="00AF231D" w:rsidRPr="00857C44">
        <w:rPr>
          <w:rStyle w:val="Tun"/>
        </w:rPr>
        <w:t>6</w:t>
      </w:r>
      <w:r w:rsidRPr="00857C44">
        <w:rPr>
          <w:rStyle w:val="Tun"/>
        </w:rPr>
        <w:t> měsíců</w:t>
      </w:r>
      <w:r w:rsidRPr="00857C44">
        <w:t xml:space="preserve"> ode dne nabytí účinnosti Smlouvy.</w:t>
      </w:r>
    </w:p>
    <w:p w14:paraId="34BD7111" w14:textId="00230782" w:rsidR="008911C8" w:rsidRDefault="008911C8" w:rsidP="00CB2DC6">
      <w:pPr>
        <w:pStyle w:val="Textbezslovn"/>
      </w:pPr>
      <w:r>
        <w:t>Lhůta pro dokončení prací (dílčí části Projektové dokumentace</w:t>
      </w:r>
      <w:r w:rsidR="007B1A3D">
        <w:t>, nabytí právní moci povolení změny záměru před dokončením</w:t>
      </w:r>
      <w:r>
        <w:t xml:space="preserve"> a</w:t>
      </w:r>
      <w:r w:rsidR="00CB2DC6">
        <w:t> </w:t>
      </w:r>
      <w:r>
        <w:t xml:space="preserve">stavebních prací) činí celkem </w:t>
      </w:r>
      <w:r w:rsidR="00AF231D">
        <w:rPr>
          <w:rStyle w:val="Tun"/>
        </w:rPr>
        <w:t>27</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0DD84B3C" w14:textId="2BFE41D5" w:rsidR="00AF7AEE" w:rsidRPr="00AF231D" w:rsidRDefault="008911C8" w:rsidP="00AF231D">
      <w:pPr>
        <w:pStyle w:val="Textbezslovn"/>
      </w:pPr>
      <w:r w:rsidRPr="00AF231D">
        <w:t>Předání posouzení interoperability, včetně zajištění všech souvisejících dokladů, podle ust. § 49b zákona 266/1994 Sb. ve znění pozdějších předpisů, předání osvědčení o</w:t>
      </w:r>
      <w:r w:rsidR="00CB2DC6" w:rsidRPr="00AF231D">
        <w:t> </w:t>
      </w:r>
      <w:r w:rsidRPr="00AF231D">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AF231D">
        <w:t> </w:t>
      </w:r>
      <w:r w:rsidRPr="00AF231D">
        <w:t xml:space="preserve">kompletní technické části dokumentace skutečného provedení stavby bude provedeno nejpozději do </w:t>
      </w:r>
      <w:r w:rsidRPr="00AF231D">
        <w:rPr>
          <w:rStyle w:val="Tun"/>
        </w:rPr>
        <w:t>6 měsíců</w:t>
      </w:r>
      <w:r>
        <w:t xml:space="preserve"> ode dne podpisu posledního Zápisu o předání a převzetí Díla.</w:t>
      </w:r>
    </w:p>
    <w:p w14:paraId="3DCAF49F" w14:textId="77777777" w:rsidR="00AF7AEE" w:rsidRDefault="00CB2DC6" w:rsidP="00CB2DC6">
      <w:pPr>
        <w:pStyle w:val="Text1-1"/>
      </w:pPr>
      <w:r w:rsidRPr="00CB2DC6">
        <w:lastRenderedPageBreak/>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6ECC5673" w:rsidR="00CB2DC6" w:rsidRPr="00270C0B" w:rsidRDefault="00CB2DC6" w:rsidP="00270C0B">
      <w:pPr>
        <w:pStyle w:val="Text1-1"/>
        <w:rPr>
          <w:i/>
          <w:color w:val="00B050"/>
        </w:rPr>
      </w:pPr>
      <w:r w:rsidRPr="00270C0B">
        <w:t>Odst.</w:t>
      </w:r>
      <w:r w:rsidR="00AA4762" w:rsidRPr="00270C0B">
        <w:t> </w:t>
      </w:r>
      <w:r w:rsidRPr="00270C0B">
        <w:t xml:space="preserve">13.9 </w:t>
      </w:r>
      <w:r w:rsidR="003C1F72" w:rsidRPr="00270C0B">
        <w:t>P</w:t>
      </w:r>
      <w:r w:rsidRPr="00270C0B">
        <w:t>řílohy č.</w:t>
      </w:r>
      <w:r w:rsidR="008A791F" w:rsidRPr="00270C0B">
        <w:t xml:space="preserve"> </w:t>
      </w:r>
      <w:r w:rsidRPr="00270C0B">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2E11997C" w:rsidR="007D26F9" w:rsidRPr="00960B34" w:rsidRDefault="007D26F9" w:rsidP="00BC5BDD">
      <w:pPr>
        <w:pStyle w:val="Nadpis1-1"/>
        <w:rPr>
          <w:color w:val="0070C0"/>
        </w:rPr>
      </w:pPr>
      <w:r w:rsidRPr="00BC5BDD">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1914B252" w14:textId="4A7EF07C" w:rsidR="00114080" w:rsidRPr="00EF44D8" w:rsidRDefault="00114080" w:rsidP="00EF44D8">
      <w:pPr>
        <w:pStyle w:val="Text1-1"/>
      </w:pPr>
      <w:r w:rsidRPr="00EF44D8">
        <w:t xml:space="preserve">Při realizaci Díla nejsou plánovány výluky. Pokud z důvodů na straně Zhotovitele bude nutné výluku realizovat, dohodly se </w:t>
      </w:r>
      <w:r w:rsidR="00541649" w:rsidRPr="00EF44D8">
        <w:t>s</w:t>
      </w:r>
      <w:r w:rsidRPr="00EF44D8">
        <w:t>mluvní strany, že na takovouto výluku se uplatní ustanovení odst. 3.1</w:t>
      </w:r>
      <w:r w:rsidR="002054A6" w:rsidRPr="00EF44D8">
        <w:t>6</w:t>
      </w:r>
      <w:r w:rsidRPr="00EF44D8">
        <w:t xml:space="preserve"> a v odst. 3.17 Obchodních podmínek.</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0104035F" w:rsidR="007D26F9" w:rsidRDefault="007D26F9" w:rsidP="00BC5BDD">
      <w:pPr>
        <w:pStyle w:val="Text1-1"/>
      </w:pPr>
      <w:r>
        <w:t>Zhotovitel se zavazuje přijmout vhodná technická</w:t>
      </w:r>
      <w:r w:rsidR="00A349C6">
        <w:t xml:space="preserve"> a </w:t>
      </w:r>
      <w:r>
        <w:t xml:space="preserve">organizační opatření podle </w:t>
      </w:r>
      <w:r w:rsidR="009B285D" w:rsidRPr="00A16180">
        <w:t>zákon</w:t>
      </w:r>
      <w:r w:rsidR="009B285D">
        <w:t>a</w:t>
      </w:r>
      <w:r w:rsidR="009B285D" w:rsidRPr="00A16180">
        <w:t xml:space="preserve"> č. 110/2019 Sb., o zpracování osobních údajů</w:t>
      </w:r>
      <w:r w:rsidR="009B285D">
        <w:t>,</w:t>
      </w:r>
      <w:r w:rsidR="009B285D" w:rsidRPr="00A16180">
        <w:t xml:space="preserve"> </w:t>
      </w:r>
      <w:r w:rsidR="009B285D">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EB4D1B2" w:rsidR="00394474" w:rsidRPr="007A4505" w:rsidRDefault="00394474" w:rsidP="00394474">
      <w:pPr>
        <w:pStyle w:val="Text1-1"/>
        <w:numPr>
          <w:ilvl w:val="0"/>
          <w:numId w:val="0"/>
        </w:numPr>
        <w:ind w:left="737"/>
      </w:pPr>
      <w:r w:rsidRPr="007A4505">
        <w:t>Součet hodnot dle výše uvedeného písm.</w:t>
      </w:r>
      <w:r w:rsidR="00DE063C">
        <w:t xml:space="preserve"> </w:t>
      </w:r>
      <w:r w:rsidRPr="007A4505">
        <w:t>a) a písm.</w:t>
      </w:r>
      <w:r w:rsidR="00DE063C">
        <w:t xml:space="preserve"> </w:t>
      </w:r>
      <w:r w:rsidRPr="007A4505">
        <w:t>b) se musí rovnat 100</w:t>
      </w:r>
      <w:r w:rsidR="008A791F">
        <w:t xml:space="preserve"> </w:t>
      </w:r>
      <w:r w:rsidRPr="007A4505">
        <w:t>% hodnotě veškerých prací provedených v souladu se Smlouvou.</w:t>
      </w:r>
    </w:p>
    <w:p w14:paraId="106990A7" w14:textId="6B74E652"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w:t>
      </w:r>
      <w:r w:rsidR="003C1F72">
        <w:t>P</w:t>
      </w:r>
      <w:r w:rsidRPr="007A4505">
        <w:t xml:space="preserve">říloze č.10 této Smlouvy, pokud o něj Zhotovitel/ společníci/ poddodavatelé/ členové koncernu požádají. Osvědčení o řádném plnění veřejné zakázky bude vyhotoveno výhradně ve stejném znění platném pro všechny </w:t>
      </w:r>
      <w:r w:rsidRPr="007A4505">
        <w:lastRenderedPageBreak/>
        <w:t>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33D457DB" w:rsidR="007629F8" w:rsidRPr="00BB31AD" w:rsidRDefault="007629F8" w:rsidP="007629F8">
      <w:pPr>
        <w:pStyle w:val="Text1-1"/>
        <w:numPr>
          <w:ilvl w:val="0"/>
          <w:numId w:val="0"/>
        </w:numPr>
        <w:ind w:left="737"/>
      </w:pPr>
      <w:r w:rsidRPr="00BB31AD">
        <w:t xml:space="preserve">Smluvní strany stvrzují, že při uzavírání této </w:t>
      </w:r>
      <w:r w:rsidR="002842DC">
        <w:t>S</w:t>
      </w:r>
      <w:r w:rsidRPr="00BB31AD">
        <w:t xml:space="preserve">mlouvy jednaly a postupovaly čestně a transparentně a zavazují se tak jednat i při plnění této </w:t>
      </w:r>
      <w:r w:rsidR="002842DC">
        <w:t>S</w:t>
      </w:r>
      <w:r w:rsidRPr="00BB31AD">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55AF1465"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002842DC">
        <w:rPr>
          <w:rFonts w:eastAsia="Times New Roman" w:cs="Times New Roman"/>
        </w:rPr>
        <w:t>p</w:t>
      </w:r>
      <w:r w:rsidRPr="00BB31AD">
        <w:rPr>
          <w:rFonts w:eastAsia="Times New Roman" w:cs="Times New Roman"/>
        </w:rPr>
        <w:t>řílohy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73FC2E81" w14:textId="1EA8ABA3" w:rsidR="00AE0550" w:rsidRPr="00EF44D8" w:rsidRDefault="00DB0CD2" w:rsidP="00AE0550">
      <w:pPr>
        <w:pStyle w:val="Text1-2"/>
      </w:pPr>
      <w:r w:rsidRPr="00EF44D8">
        <w:t xml:space="preserve">Zhotovitel se zavazuje, že </w:t>
      </w:r>
      <w:r w:rsidR="00580FF1" w:rsidRPr="00EF44D8">
        <w:t>nejpozději do dokončení a předání Díla Objednateli provede</w:t>
      </w:r>
      <w:r w:rsidR="00EF44D8" w:rsidRPr="00EF44D8">
        <w:t xml:space="preserve"> 2</w:t>
      </w:r>
      <w:r w:rsidR="00580FF1" w:rsidRPr="00EF44D8">
        <w:t xml:space="preserve"> studentsk</w:t>
      </w:r>
      <w:r w:rsidR="00EF44D8" w:rsidRPr="00EF44D8">
        <w:t>é</w:t>
      </w:r>
      <w:r w:rsidR="00580FF1" w:rsidRPr="00EF44D8">
        <w:t xml:space="preserve"> exkurz</w:t>
      </w:r>
      <w:r w:rsidR="00EF44D8" w:rsidRPr="00EF44D8">
        <w:t>e</w:t>
      </w:r>
      <w:r w:rsidR="008A791F" w:rsidRPr="00EF44D8">
        <w:t>,</w:t>
      </w:r>
      <w:r w:rsidR="00173349" w:rsidRPr="00EF44D8">
        <w:t xml:space="preserve"> </w:t>
      </w:r>
      <w:r w:rsidRPr="00EF44D8">
        <w:t xml:space="preserve">a to v kancelářích Zhotovitele nebo přímo na </w:t>
      </w:r>
      <w:r w:rsidR="001B0C6A" w:rsidRPr="00EF44D8">
        <w:t>S</w:t>
      </w:r>
      <w:r w:rsidRPr="00EF44D8">
        <w:t xml:space="preserve">taveništi. </w:t>
      </w:r>
      <w:r w:rsidR="009F1A9B" w:rsidRPr="00EF44D8">
        <w:t>Podrobnosti k provedení exkurzí jsou uvedeny v Obchodních podmínkách.</w:t>
      </w:r>
      <w:r w:rsidR="00AE0550" w:rsidRPr="00EF44D8">
        <w:rPr>
          <w:i/>
          <w:color w:val="00B050"/>
        </w:rPr>
        <w:t xml:space="preserve"> </w:t>
      </w:r>
    </w:p>
    <w:p w14:paraId="656672D9" w14:textId="3619D6A8" w:rsidR="00837C02" w:rsidRPr="00EF44D8" w:rsidRDefault="00EF44D8" w:rsidP="00EF44D8">
      <w:pPr>
        <w:pStyle w:val="Text1-2"/>
      </w:pPr>
      <w:r w:rsidRPr="00EF44D8">
        <w:t>NEOBSAZENO</w:t>
      </w:r>
    </w:p>
    <w:p w14:paraId="36A3EE5D" w14:textId="589E8DB4" w:rsidR="0057614D" w:rsidRPr="00EF44D8" w:rsidRDefault="006D7CAF" w:rsidP="00EF44D8">
      <w:pPr>
        <w:pStyle w:val="Text1-1"/>
        <w:rPr>
          <w:iCs/>
        </w:rPr>
      </w:pPr>
      <w:r w:rsidRPr="00EF44D8">
        <w:rPr>
          <w:iCs/>
        </w:rPr>
        <w:t>NEOBSAZENO</w:t>
      </w:r>
    </w:p>
    <w:p w14:paraId="55AF9B0C" w14:textId="5FD80C73" w:rsidR="00AE0550" w:rsidRPr="00EF44D8" w:rsidRDefault="00AE0550" w:rsidP="00EF44D8">
      <w:pPr>
        <w:pStyle w:val="Text1-1"/>
        <w:rPr>
          <w:i/>
        </w:rPr>
      </w:pPr>
      <w:r w:rsidRPr="00EF44D8">
        <w:t>NEOBSAZENO</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C09E729" w14:textId="22EE064A" w:rsidR="000C7DA9" w:rsidRPr="00EF44D8" w:rsidRDefault="006265D1" w:rsidP="00EF44D8">
      <w:pPr>
        <w:pStyle w:val="Text1-1"/>
        <w:numPr>
          <w:ilvl w:val="1"/>
          <w:numId w:val="6"/>
        </w:numPr>
        <w:rPr>
          <w:iCs/>
        </w:rPr>
      </w:pPr>
      <w:r w:rsidRPr="00EF44D8">
        <w:rPr>
          <w:iCs/>
        </w:rPr>
        <w:t>NEOBSAZENO</w:t>
      </w:r>
    </w:p>
    <w:p w14:paraId="0D3C2300" w14:textId="385E2BCF"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r w:rsidR="00A573DA">
        <w:rPr>
          <w:sz w:val="18"/>
          <w:szCs w:val="18"/>
        </w:rPr>
        <w:t>a střet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06A70549"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71016D65"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474821" w:rsidRPr="00474821">
        <w:rPr>
          <w:sz w:val="18"/>
          <w:szCs w:val="18"/>
        </w:rPr>
        <w:t>, které spadají do oblasti působnosti právních předpisů nebo jiných aktů uvedených v článku 5k Nařízení č. 833/2014</w:t>
      </w:r>
      <w:r w:rsidR="005F50FB">
        <w:rPr>
          <w:sz w:val="18"/>
          <w:szCs w:val="18"/>
        </w:rPr>
        <w:t>,</w:t>
      </w:r>
    </w:p>
    <w:p w14:paraId="06D5A5A8" w14:textId="77777777" w:rsidR="00A573DA" w:rsidRDefault="00405F42" w:rsidP="00405F42">
      <w:pPr>
        <w:numPr>
          <w:ilvl w:val="0"/>
          <w:numId w:val="21"/>
        </w:numPr>
        <w:spacing w:after="80" w:line="264" w:lineRule="auto"/>
        <w:jc w:val="both"/>
        <w:rPr>
          <w:sz w:val="18"/>
          <w:szCs w:val="18"/>
        </w:rPr>
      </w:pPr>
      <w:r w:rsidRPr="00405F42">
        <w:rPr>
          <w:sz w:val="18"/>
          <w:szCs w:val="18"/>
        </w:rP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A573DA">
        <w:rPr>
          <w:sz w:val="18"/>
          <w:szCs w:val="18"/>
        </w:rPr>
        <w:t>,</w:t>
      </w:r>
    </w:p>
    <w:p w14:paraId="1ED7096F" w14:textId="625D9369" w:rsidR="00A573DA" w:rsidRDefault="00A573DA" w:rsidP="00A573DA">
      <w:pPr>
        <w:pStyle w:val="Odstavec1-1a"/>
        <w:numPr>
          <w:ilvl w:val="0"/>
          <w:numId w:val="21"/>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3B41CC7" w14:textId="5082846E" w:rsidR="00405F42" w:rsidRPr="00405F42" w:rsidRDefault="00405F42" w:rsidP="00A573DA">
      <w:pPr>
        <w:spacing w:after="80" w:line="264" w:lineRule="auto"/>
        <w:ind w:left="737"/>
        <w:jc w:val="both"/>
        <w:rPr>
          <w:sz w:val="18"/>
          <w:szCs w:val="18"/>
        </w:rPr>
      </w:pP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5E8CE190"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9B285D" w:rsidRPr="009B285D">
        <w:t xml:space="preserve"> </w:t>
      </w:r>
      <w:r w:rsidR="009B285D"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34B5B9E5"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w:t>
      </w:r>
      <w:r w:rsidRPr="00405F42">
        <w:rPr>
          <w:sz w:val="18"/>
          <w:szCs w:val="18"/>
        </w:rPr>
        <w:lastRenderedPageBreak/>
        <w:t>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7122CDA" w14:textId="77777777" w:rsidR="00405F42" w:rsidRPr="008A3592" w:rsidRDefault="00405F42" w:rsidP="00F00153">
      <w:pPr>
        <w:pStyle w:val="Text1-1"/>
        <w:numPr>
          <w:ilvl w:val="0"/>
          <w:numId w:val="0"/>
        </w:numPr>
        <w:rPr>
          <w:i/>
          <w:color w:val="00B050"/>
        </w:rPr>
      </w:pP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285D176D"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6D7CAF">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 xml:space="preserve">písemného souhlasu Objednatele až do doby skončení poslední záruční doby (včetně veškerých prodloužení) převést svoji </w:t>
      </w:r>
      <w:r w:rsidRPr="007A4505">
        <w:lastRenderedPageBreak/>
        <w:t>podnikatelskou činnost ani její část. Převodem podnikatelské činnosti se rozumí přeměna Zhotovitele (s výjimkou fúze) nebo převod jeho obchodního závodu či jeho části.</w:t>
      </w:r>
    </w:p>
    <w:p w14:paraId="13D507FE" w14:textId="73DB9D7B"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114080">
        <w:t>výběrového</w:t>
      </w:r>
      <w:r w:rsidR="00114080" w:rsidRPr="007A4505">
        <w:t xml:space="preserve"> </w:t>
      </w:r>
      <w:r w:rsidRPr="007A4505">
        <w:t xml:space="preserve">řízení. Marné uplynutí této lhůty je důvodem pro rozhodnutí </w:t>
      </w:r>
      <w:r w:rsidR="009552C7">
        <w:t>Objednatele</w:t>
      </w:r>
      <w:r w:rsidR="009552C7" w:rsidRPr="007A4505">
        <w:t xml:space="preserve"> </w:t>
      </w:r>
      <w:r w:rsidRPr="007A4505">
        <w:t xml:space="preserve">o přerušení prací dle odst. </w:t>
      </w:r>
      <w:r w:rsidR="009552C7">
        <w:t>3.8</w:t>
      </w:r>
      <w:r w:rsidRPr="007A4505">
        <w:t xml:space="preserve">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C37450F" w14:textId="77777777" w:rsidR="002016BE" w:rsidRDefault="002016BE" w:rsidP="002016BE">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7F613440" w14:textId="77777777" w:rsidR="002016BE" w:rsidRDefault="002016BE" w:rsidP="002016BE">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FB67498" w:rsidR="002333E5" w:rsidRPr="000A1915" w:rsidRDefault="002333E5" w:rsidP="002333E5">
      <w:pPr>
        <w:pStyle w:val="Text1-1"/>
        <w:rPr>
          <w:color w:val="000000" w:themeColor="text1"/>
        </w:rPr>
      </w:pPr>
      <w:r w:rsidRPr="002333E5">
        <w:t xml:space="preserve">Obě </w:t>
      </w:r>
      <w:r w:rsidR="00A23BA1">
        <w:t>s</w:t>
      </w:r>
      <w:r w:rsidRPr="002333E5">
        <w:t>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A23BA1">
        <w:t>s</w:t>
      </w:r>
      <w:r w:rsidRPr="002333E5">
        <w:t xml:space="preserve">mluvních stran, předmětu </w:t>
      </w:r>
      <w:r w:rsidR="00A23BA1">
        <w:t>s</w:t>
      </w:r>
      <w:r w:rsidRPr="002333E5">
        <w:t xml:space="preserve">mlouvy, jeho ceně či hodnotě a datu uzavření této Smlouvy. Obě </w:t>
      </w:r>
      <w:r w:rsidR="00A23BA1">
        <w:t>s</w:t>
      </w:r>
      <w:r w:rsidRPr="002333E5">
        <w:t>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w:t>
      </w:r>
      <w:r w:rsidR="00A23BA1">
        <w:rPr>
          <w:color w:val="000000" w:themeColor="text1"/>
        </w:rPr>
        <w:t>S</w:t>
      </w:r>
      <w:r w:rsidRPr="000A1915">
        <w:rPr>
          <w:color w:val="000000" w:themeColor="text1"/>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2C6906B" w:rsidR="002333E5" w:rsidRDefault="002333E5" w:rsidP="002333E5">
      <w:pPr>
        <w:pStyle w:val="Text1-1"/>
      </w:pPr>
      <w:r>
        <w:t xml:space="preserve">Smluvní strany výslovně prohlašují, že údaje a další skutečnosti uvedené v této </w:t>
      </w:r>
      <w:r w:rsidR="00A23BA1">
        <w:t>S</w:t>
      </w:r>
      <w:r>
        <w:t xml:space="preserve">mlouvě, vyjma částí označených ve smyslu následujícího odstavce této </w:t>
      </w:r>
      <w:r w:rsidR="00A23BA1">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766DD67" w:rsidR="002333E5" w:rsidRDefault="002333E5" w:rsidP="002333E5">
      <w:pPr>
        <w:pStyle w:val="Text1-1"/>
      </w:pPr>
      <w:r>
        <w:t xml:space="preserve">Jestliže smluvní strana označí za své obchodní tajemství část obsahu </w:t>
      </w:r>
      <w:r w:rsidR="00A23BA1">
        <w:t>s</w:t>
      </w:r>
      <w:r>
        <w:t>mlouvy, která v</w:t>
      </w:r>
      <w:r w:rsidR="00B63BD1">
        <w:t> </w:t>
      </w:r>
      <w:r>
        <w:t xml:space="preserve">důsledku toho bude pro účely uveřejnění </w:t>
      </w:r>
      <w:r w:rsidR="00A23BA1">
        <w:t>S</w:t>
      </w:r>
      <w:r>
        <w:t xml:space="preserve">mlouvy v registru smluv znečitelněna, nese tato smluvní strana odpovědnost, pokud by </w:t>
      </w:r>
      <w:r w:rsidR="00A23BA1">
        <w:t>S</w:t>
      </w:r>
      <w:r>
        <w:t xml:space="preserve">mlouva v důsledku takového označení byla uveřejněna způsobem odporujícím ZRS, a to bez ohledu na to, která ze stran </w:t>
      </w:r>
      <w:r w:rsidR="00A23BA1">
        <w:t>S</w:t>
      </w:r>
      <w:r>
        <w:t xml:space="preserve">mlouvu v </w:t>
      </w:r>
      <w:r>
        <w:lastRenderedPageBreak/>
        <w:t xml:space="preserve">registru smluv uveřejnila. S částmi </w:t>
      </w:r>
      <w:r w:rsidR="00A23BA1">
        <w:t>S</w:t>
      </w:r>
      <w:r>
        <w:t xml:space="preserve">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A23BA1">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1CBB303A" w:rsidR="007D26F9" w:rsidRDefault="007D26F9" w:rsidP="00342DC7">
      <w:pPr>
        <w:pStyle w:val="Textbezslovn"/>
      </w:pPr>
      <w:r w:rsidRPr="00A349C6">
        <w:rPr>
          <w:b/>
        </w:rPr>
        <w:t>Příloha č. 1:</w:t>
      </w:r>
      <w:r w:rsidR="008F7242">
        <w:t xml:space="preserve"> </w:t>
      </w:r>
      <w:r w:rsidR="008F7242">
        <w:tab/>
      </w:r>
      <w:r>
        <w:t xml:space="preserve">Obchodní podmínky – </w:t>
      </w:r>
      <w:r w:rsidR="00EF44D8">
        <w:t>OP/P+R/29/25</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50748A53" w:rsidR="007D26F9" w:rsidRDefault="00F43D42" w:rsidP="00F43D42">
      <w:pPr>
        <w:pStyle w:val="Textbezslovn"/>
        <w:ind w:left="2127"/>
        <w:rPr>
          <w:highlight w:val="green"/>
        </w:rPr>
      </w:pPr>
      <w:r>
        <w:t xml:space="preserve">b) </w:t>
      </w:r>
      <w:bookmarkStart w:id="0" w:name="_Hlk201232974"/>
      <w:r w:rsidR="007D26F9">
        <w:t xml:space="preserve">Všeobecné technické podmínky – </w:t>
      </w:r>
      <w:r w:rsidR="00737C7A">
        <w:t xml:space="preserve">1. </w:t>
      </w:r>
      <w:r w:rsidR="00EF44D8" w:rsidRPr="00A704A2">
        <w:t>VTP/DOKUMENTACE/07/24</w:t>
      </w:r>
    </w:p>
    <w:p w14:paraId="46F86DAF" w14:textId="688800CA" w:rsidR="00737C7A" w:rsidRDefault="00737C7A" w:rsidP="00F43D42">
      <w:pPr>
        <w:pStyle w:val="Textbezslovn"/>
        <w:ind w:left="2127"/>
      </w:pPr>
      <w:r>
        <w:tab/>
      </w:r>
      <w:r>
        <w:tab/>
      </w:r>
      <w:r>
        <w:tab/>
      </w:r>
      <w:r>
        <w:tab/>
        <w:t xml:space="preserve">        2. </w:t>
      </w:r>
      <w:r w:rsidR="00A704A2">
        <w:t>VTP/R/18/25</w:t>
      </w:r>
      <w:r>
        <w:t xml:space="preserve"> </w:t>
      </w:r>
      <w:r>
        <w:tab/>
      </w:r>
    </w:p>
    <w:bookmarkEnd w:id="0"/>
    <w:p w14:paraId="53360C92" w14:textId="6CAF24DF" w:rsidR="007D26F9" w:rsidRDefault="00F43D42" w:rsidP="00F43D42">
      <w:pPr>
        <w:pStyle w:val="Textbezslovn"/>
        <w:ind w:left="2127"/>
      </w:pPr>
      <w:r>
        <w:t xml:space="preserve">c) </w:t>
      </w:r>
      <w:r w:rsidR="007D26F9" w:rsidRPr="00F13E14">
        <w:t>Zvláštní technické podmínky</w:t>
      </w:r>
      <w:r w:rsidR="007D26F9">
        <w:t xml:space="preserve"> </w:t>
      </w:r>
      <w:r w:rsidR="00F13E14">
        <w:t xml:space="preserve">– ZTP </w:t>
      </w:r>
      <w:r w:rsidR="00F13E14" w:rsidRPr="00F13E14">
        <w:t>„Rekonstrukce výpravní budovy v žst. Bohumín, 2.etapa“</w:t>
      </w:r>
      <w:r w:rsidR="00F13E14">
        <w:t xml:space="preserve"> ze dne 23.6.2025</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A577E6A"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r w:rsidR="000C7DA9" w:rsidRPr="0056305F">
        <w:rPr>
          <w:i/>
          <w:color w:val="00B050"/>
        </w:rPr>
        <w:t>Pokud se nepoužije, označit jako NEOBSAZENO.</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11D3E268" w14:textId="0C31E301" w:rsidR="00BE5FD5" w:rsidRPr="007A089C" w:rsidRDefault="00BE5FD5" w:rsidP="00342DC7">
      <w:pPr>
        <w:pStyle w:val="Textbezslovn"/>
        <w:rPr>
          <w:i/>
          <w:color w:val="FF0000"/>
        </w:rPr>
      </w:pP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V…………………. dne ………..</w:t>
      </w:r>
    </w:p>
    <w:p w14:paraId="5B71AED4" w14:textId="70FCFDA9" w:rsidR="00F411B5" w:rsidRDefault="00F411B5" w:rsidP="009F0867">
      <w:pPr>
        <w:pStyle w:val="Textbezodsazen"/>
      </w:pPr>
      <w:r>
        <w:lastRenderedPageBreak/>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5D1DA1F0" w:rsidR="007145F3" w:rsidRDefault="00A704A2" w:rsidP="00CB4F6D">
      <w:pPr>
        <w:pStyle w:val="Textbezodsazen"/>
      </w:pPr>
      <w:r w:rsidRPr="00A704A2">
        <w:t>OP/P+R/29/25</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315590E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w:t>
      </w:r>
      <w:r w:rsidRPr="00A573DA">
        <w:rPr>
          <w:rStyle w:val="Tun"/>
          <w:b w:val="0"/>
        </w:rPr>
        <w:t>(</w:t>
      </w:r>
      <w:r w:rsidR="008F4B03" w:rsidRPr="00A573DA">
        <w:rPr>
          <w:rStyle w:val="Tun"/>
          <w:b w:val="0"/>
        </w:rPr>
        <w:t>dále také „</w:t>
      </w:r>
      <w:r w:rsidRPr="008F4B03">
        <w:rPr>
          <w:rStyle w:val="Tun"/>
        </w:rPr>
        <w:t>TKP</w:t>
      </w:r>
      <w:r w:rsidR="008F4B03" w:rsidRPr="00A573DA">
        <w:rPr>
          <w:rStyle w:val="Tun"/>
          <w:b w:val="0"/>
        </w:rPr>
        <w:t>“</w:t>
      </w:r>
      <w:r w:rsidRPr="00A573DA">
        <w:rPr>
          <w:rStyle w:val="Tun"/>
          <w:b w:val="0"/>
        </w:rPr>
        <w:t>)</w:t>
      </w:r>
      <w:r w:rsidRPr="00AE4B52">
        <w:rPr>
          <w:rStyle w:val="Tun"/>
        </w:rPr>
        <w:t xml:space="preserve">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2451D9C4"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13D968E4" w14:textId="3867E416" w:rsidR="00737C7A" w:rsidRDefault="00737C7A" w:rsidP="00737C7A">
      <w:pPr>
        <w:pStyle w:val="Odstavec1-1a"/>
        <w:numPr>
          <w:ilvl w:val="0"/>
          <w:numId w:val="0"/>
        </w:numPr>
        <w:ind w:left="1077" w:hanging="340"/>
        <w:rPr>
          <w:rStyle w:val="Tun"/>
        </w:rPr>
      </w:pPr>
      <w:r w:rsidRPr="00A573DA">
        <w:rPr>
          <w:rStyle w:val="Tun"/>
          <w:b w:val="0"/>
        </w:rPr>
        <w:t>b)</w:t>
      </w:r>
      <w:r>
        <w:rPr>
          <w:rStyle w:val="Tun"/>
        </w:rPr>
        <w:t xml:space="preserve"> </w:t>
      </w:r>
      <w:r w:rsidR="00342DC7" w:rsidRPr="00AE4B52">
        <w:rPr>
          <w:rStyle w:val="Tun"/>
        </w:rPr>
        <w:t>Všeobecné technické podmínky</w:t>
      </w:r>
      <w:r>
        <w:rPr>
          <w:rStyle w:val="Tun"/>
        </w:rPr>
        <w:t xml:space="preserve">: </w:t>
      </w:r>
      <w:r w:rsidR="00B90755">
        <w:rPr>
          <w:rStyle w:val="Tun"/>
        </w:rPr>
        <w:tab/>
      </w:r>
      <w:r>
        <w:rPr>
          <w:rStyle w:val="Tun"/>
        </w:rPr>
        <w:t xml:space="preserve">1. </w:t>
      </w:r>
      <w:r w:rsidR="00342DC7" w:rsidRPr="00AE4B52">
        <w:rPr>
          <w:rStyle w:val="Tun"/>
        </w:rPr>
        <w:t xml:space="preserve"> </w:t>
      </w:r>
      <w:r w:rsidR="00A704A2" w:rsidRPr="00A704A2">
        <w:rPr>
          <w:rStyle w:val="Tun"/>
        </w:rPr>
        <w:t>VTP/DOKUMENTACE/07/24</w:t>
      </w:r>
    </w:p>
    <w:p w14:paraId="69A8BE8E" w14:textId="5E3697CF" w:rsidR="00737C7A" w:rsidRPr="00AE4B52" w:rsidRDefault="00737C7A" w:rsidP="00A573DA">
      <w:pPr>
        <w:pStyle w:val="Odstavec1-1a"/>
        <w:numPr>
          <w:ilvl w:val="0"/>
          <w:numId w:val="0"/>
        </w:numPr>
        <w:ind w:left="1077" w:hanging="340"/>
        <w:rPr>
          <w:rStyle w:val="Tun"/>
        </w:rPr>
      </w:pPr>
      <w:r>
        <w:rPr>
          <w:rStyle w:val="Tun"/>
        </w:rPr>
        <w:tab/>
      </w:r>
      <w:r>
        <w:rPr>
          <w:rStyle w:val="Tun"/>
        </w:rPr>
        <w:tab/>
      </w:r>
      <w:r>
        <w:rPr>
          <w:rStyle w:val="Tun"/>
        </w:rPr>
        <w:tab/>
      </w:r>
      <w:r>
        <w:rPr>
          <w:rStyle w:val="Tun"/>
        </w:rPr>
        <w:tab/>
        <w:t xml:space="preserve">            </w:t>
      </w:r>
      <w:r w:rsidR="00B90755">
        <w:rPr>
          <w:rStyle w:val="Tun"/>
        </w:rPr>
        <w:tab/>
      </w:r>
      <w:r w:rsidR="00B90755">
        <w:rPr>
          <w:rStyle w:val="Tun"/>
        </w:rPr>
        <w:tab/>
      </w:r>
      <w:r>
        <w:rPr>
          <w:rStyle w:val="Tun"/>
        </w:rPr>
        <w:t xml:space="preserve">2. </w:t>
      </w:r>
      <w:r w:rsidR="00A704A2" w:rsidRPr="00A704A2">
        <w:rPr>
          <w:rStyle w:val="Tun"/>
        </w:rPr>
        <w:t>VTP/R/18/25</w:t>
      </w:r>
      <w:r>
        <w:rPr>
          <w:rStyle w:val="Tun"/>
        </w:rPr>
        <w:tab/>
      </w:r>
    </w:p>
    <w:p w14:paraId="13B99178" w14:textId="7BD83EE1" w:rsidR="00342DC7" w:rsidRPr="00AE4B52" w:rsidRDefault="00737C7A" w:rsidP="00F13E14">
      <w:pPr>
        <w:pStyle w:val="Odstavec1-1a"/>
        <w:numPr>
          <w:ilvl w:val="0"/>
          <w:numId w:val="0"/>
        </w:numPr>
        <w:ind w:left="709"/>
        <w:rPr>
          <w:rStyle w:val="Tun"/>
        </w:rPr>
      </w:pPr>
      <w:r w:rsidRPr="00A573DA">
        <w:rPr>
          <w:rStyle w:val="Tun"/>
          <w:b w:val="0"/>
        </w:rPr>
        <w:t>c)</w:t>
      </w:r>
      <w:r>
        <w:rPr>
          <w:rStyle w:val="Tun"/>
        </w:rPr>
        <w:t xml:space="preserve">  </w:t>
      </w:r>
      <w:r w:rsidR="00342DC7" w:rsidRPr="00AE4B52">
        <w:rPr>
          <w:rStyle w:val="Tun"/>
        </w:rPr>
        <w:t xml:space="preserve">Zvláštní technické podmínky </w:t>
      </w:r>
      <w:r w:rsidR="00F13E14" w:rsidRPr="00F13E14">
        <w:rPr>
          <w:rStyle w:val="Tun"/>
        </w:rPr>
        <w:t xml:space="preserve">ZTP „Rekonstrukce výpravní budovy v žst. </w:t>
      </w:r>
      <w:r w:rsidR="00F13E14">
        <w:rPr>
          <w:rStyle w:val="Tun"/>
        </w:rPr>
        <w:t xml:space="preserve">  </w:t>
      </w:r>
      <w:r w:rsidR="00F13E14" w:rsidRPr="00F13E14">
        <w:rPr>
          <w:rStyle w:val="Tun"/>
        </w:rPr>
        <w:t>Bohumín, 2.etapa“ ze dne 23.6.2025</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2852537D" w14:textId="5A1B96F2" w:rsidR="00AF231D" w:rsidRDefault="00AF231D" w:rsidP="00F13E14">
      <w:pPr>
        <w:pStyle w:val="Textbezodsazen"/>
        <w:numPr>
          <w:ilvl w:val="0"/>
          <w:numId w:val="27"/>
        </w:numPr>
      </w:pPr>
      <w:r>
        <w:t>Dokumentace pro stavební povolení „Rekonstrukce výpravní budovy v žst. Bohumín“, zpracovatel: Ing. Lukáš Bobek, Střelkova 1522/1, Ostrava, vyhotoveno 10/2017</w:t>
      </w:r>
    </w:p>
    <w:p w14:paraId="7959B80D" w14:textId="0DA12C64" w:rsidR="00AF231D" w:rsidRDefault="00AF231D" w:rsidP="00F13E14">
      <w:pPr>
        <w:pStyle w:val="Textbezodsazen"/>
        <w:numPr>
          <w:ilvl w:val="0"/>
          <w:numId w:val="27"/>
        </w:numPr>
      </w:pPr>
      <w:r>
        <w:t xml:space="preserve">Stavební povolení „Rekonstrukce VB v žst. Bohumín, pč. 2581, k.ú. Nový Bohumín“ č. j. DUCR-45572/18/Dk ze dne 14.8.2018 </w:t>
      </w:r>
    </w:p>
    <w:p w14:paraId="01F6BC2B" w14:textId="7B30B22B" w:rsidR="00AF231D" w:rsidRDefault="00AF231D" w:rsidP="00F13E14">
      <w:pPr>
        <w:pStyle w:val="Textbezodsazen"/>
        <w:numPr>
          <w:ilvl w:val="0"/>
          <w:numId w:val="27"/>
        </w:numPr>
      </w:pPr>
      <w:r>
        <w:t>Dokumentace skutečného provedení stavby „Rekonstrukce výpravní budovy v žst. Bohumín“, zpracovatel: Ing. Lukáš Bobek, Střelkova 1522/1, Ostrava, vyhotoveno 10/2023, vč. otevřených datových souborů</w:t>
      </w:r>
    </w:p>
    <w:p w14:paraId="719D7165" w14:textId="16302485" w:rsidR="00AF231D" w:rsidRDefault="00AF231D" w:rsidP="00F13E14">
      <w:pPr>
        <w:pStyle w:val="Textbezodsazen"/>
        <w:numPr>
          <w:ilvl w:val="0"/>
          <w:numId w:val="27"/>
        </w:numPr>
      </w:pPr>
      <w:r>
        <w:t>Stavebně-technický průzkum, Objekt VB v ŽST. Bohumín – se zaměřením na vlhkost zdiva a krovy sedlových střech, zpracovatel Průzkumy staveb s.r.o., vypracováno k 02/2021</w:t>
      </w:r>
    </w:p>
    <w:p w14:paraId="40141D3D" w14:textId="4FF5B066" w:rsidR="00AF231D" w:rsidRDefault="00AF231D" w:rsidP="00F13E14">
      <w:pPr>
        <w:pStyle w:val="Textbezodsazen"/>
        <w:numPr>
          <w:ilvl w:val="0"/>
          <w:numId w:val="27"/>
        </w:numPr>
      </w:pPr>
      <w:r>
        <w:t>Mykologický průzkum, Výpravní budova ŽST Bohumín, Mykologický průzkum krovů a stropů 1. a 2. NP, zpracovatel: Ing. Derek Kaluža, 6/2023</w:t>
      </w:r>
    </w:p>
    <w:p w14:paraId="5EB28D24" w14:textId="1F7D07BB" w:rsidR="00AF231D" w:rsidRDefault="00AF231D" w:rsidP="00F13E14">
      <w:pPr>
        <w:pStyle w:val="Textbezodsazen"/>
        <w:numPr>
          <w:ilvl w:val="0"/>
          <w:numId w:val="27"/>
        </w:numPr>
      </w:pPr>
      <w:r>
        <w:t>Stavebně-technický průzkum, Objekt VB v ŽST. Bohumín, zpracovatel Ing. Miroslav Švajda, 10/2023</w:t>
      </w:r>
    </w:p>
    <w:p w14:paraId="02DD9212" w14:textId="1A9E6023" w:rsidR="00AF231D" w:rsidRDefault="00AF231D" w:rsidP="00F13E14">
      <w:pPr>
        <w:pStyle w:val="Textbezodsazen"/>
        <w:numPr>
          <w:ilvl w:val="0"/>
          <w:numId w:val="27"/>
        </w:numPr>
      </w:pPr>
      <w:r>
        <w:t>Dokumentace skutečného provedení stavby „Rekonstrukce výpravní budovy v žst. Bohumín“, zpracovatel: Ing. Lukáš Bobek, Střelkova 1522/1, Ostrava, vyhotoveno k 10/2023, vč. otevřených datových souborů</w:t>
      </w:r>
    </w:p>
    <w:p w14:paraId="093976E9" w14:textId="48DAD1F7" w:rsidR="00AF231D" w:rsidRDefault="00AF231D" w:rsidP="00F13E14">
      <w:pPr>
        <w:pStyle w:val="Textbezodsazen"/>
        <w:numPr>
          <w:ilvl w:val="0"/>
          <w:numId w:val="27"/>
        </w:numPr>
      </w:pPr>
      <w:r>
        <w:t>Výpravní budova železniční stanice Bohumín – Stavebně historický průzkum, zpracovaný 02/2024, zpracovatel: Eva Krčmářová, akad. arch. a Vlastimil Krčmář akad. arch.</w:t>
      </w:r>
    </w:p>
    <w:p w14:paraId="7C938F3A" w14:textId="0DB5D3DD" w:rsidR="00AF231D" w:rsidRDefault="00AF231D" w:rsidP="00F13E14">
      <w:pPr>
        <w:pStyle w:val="Textbezodsazen"/>
        <w:numPr>
          <w:ilvl w:val="0"/>
          <w:numId w:val="27"/>
        </w:numPr>
      </w:pPr>
      <w:r>
        <w:t>Digitální model stavby, zpracovatel Ateliér Velehradský s.r.o., Libušino údolí 76, Brno, z 10/2024</w:t>
      </w:r>
    </w:p>
    <w:p w14:paraId="43EA98F3" w14:textId="138D84AD" w:rsidR="00AF231D" w:rsidRDefault="00AF231D" w:rsidP="00F13E14">
      <w:pPr>
        <w:pStyle w:val="Textbezodsazen"/>
        <w:numPr>
          <w:ilvl w:val="0"/>
          <w:numId w:val="27"/>
        </w:numPr>
      </w:pPr>
      <w:bookmarkStart w:id="1" w:name="_Hlk201663234"/>
      <w:r>
        <w:t>Záměr projektu, zpracovatel Správa železnic, odbor projektování staveb, 10/2024</w:t>
      </w:r>
    </w:p>
    <w:p w14:paraId="7F192E5C" w14:textId="08491999" w:rsidR="001F518E" w:rsidRDefault="00AF231D" w:rsidP="00F13E14">
      <w:pPr>
        <w:pStyle w:val="Textbezodsazen"/>
        <w:numPr>
          <w:ilvl w:val="0"/>
          <w:numId w:val="27"/>
        </w:numPr>
      </w:pPr>
      <w:r>
        <w:t>Inspekční zpráva – výskyt azbestu, zpracovatel SGS Praha, 06/2025</w:t>
      </w:r>
    </w:p>
    <w:p w14:paraId="26FCCF12" w14:textId="2D97FC75" w:rsidR="00F13E14" w:rsidRDefault="00F13E14" w:rsidP="00F13E14">
      <w:pPr>
        <w:pStyle w:val="Textbezodsazen"/>
        <w:numPr>
          <w:ilvl w:val="0"/>
          <w:numId w:val="27"/>
        </w:numPr>
      </w:pPr>
      <w:r w:rsidRPr="00F13E14">
        <w:t>Doprovodná dokumentace k požadavkům na výkon a funkci, Ing. Lukáš Bobek, Střelkova 1522/1, Ostrava, vyhotoveno 06/2025</w:t>
      </w:r>
    </w:p>
    <w:bookmarkEnd w:id="1"/>
    <w:p w14:paraId="6A03A2B3" w14:textId="77777777" w:rsidR="00F13E14" w:rsidRDefault="00F13E14" w:rsidP="00AF231D">
      <w:pPr>
        <w:pStyle w:val="Textbezodsazen"/>
      </w:pPr>
    </w:p>
    <w:p w14:paraId="0BC7AF4E" w14:textId="77777777" w:rsidR="00F13E14" w:rsidRPr="00A573DA" w:rsidRDefault="00F13E14" w:rsidP="00AF231D">
      <w:pPr>
        <w:pStyle w:val="Textbezodsazen"/>
        <w:rPr>
          <w:u w:val="single"/>
        </w:rPr>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401154">
        <w:rPr>
          <w:b/>
        </w:rPr>
        <w:t>Rekapitulace Ceny Díla</w:t>
      </w:r>
    </w:p>
    <w:p w14:paraId="20C6FDEA" w14:textId="2D4E9434"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w:t>
      </w:r>
      <w:r w:rsidR="00DE063C">
        <w:rPr>
          <w:b/>
          <w:sz w:val="18"/>
          <w:szCs w:val="18"/>
        </w:rPr>
        <w:t>D</w:t>
      </w:r>
      <w:r w:rsidR="00DE063C" w:rsidRPr="003B3AFC">
        <w:rPr>
          <w:b/>
          <w:sz w:val="18"/>
          <w:szCs w:val="18"/>
        </w:rPr>
        <w:t>ozoru</w:t>
      </w:r>
      <w:r w:rsidR="00DE063C" w:rsidRPr="00F00153">
        <w:rPr>
          <w:b/>
          <w:sz w:val="18"/>
          <w:szCs w:val="18"/>
        </w:rPr>
        <w:t xml:space="preserve"> </w:t>
      </w:r>
      <w:r w:rsidR="003B3AFC">
        <w:rPr>
          <w:b/>
          <w:sz w:val="18"/>
          <w:szCs w:val="18"/>
        </w:rPr>
        <w:t xml:space="preserve">projektanta </w:t>
      </w:r>
      <w:r w:rsidR="006A698D" w:rsidRPr="00F00153">
        <w:rPr>
          <w:b/>
          <w:sz w:val="18"/>
          <w:szCs w:val="18"/>
        </w:rPr>
        <w:t>(</w:t>
      </w:r>
      <w:r w:rsidR="003B3AFC">
        <w:rPr>
          <w:b/>
          <w:sz w:val="18"/>
          <w:szCs w:val="18"/>
        </w:rPr>
        <w:t>DP</w:t>
      </w:r>
      <w:r w:rsidR="006A698D" w:rsidRPr="00F00153">
        <w:rPr>
          <w:b/>
          <w:sz w:val="18"/>
          <w:szCs w:val="18"/>
        </w:rPr>
        <w:t>) a cenu za zhotovení stavby (RS) dle objektů</w:t>
      </w:r>
      <w:r w:rsidR="00211ABD">
        <w:rPr>
          <w:b/>
          <w:sz w:val="18"/>
          <w:szCs w:val="18"/>
        </w:rPr>
        <w:t xml:space="preserve"> stavební části</w:t>
      </w:r>
      <w:r w:rsidR="006A698D" w:rsidRPr="00F00153">
        <w:rPr>
          <w:b/>
          <w:sz w:val="18"/>
          <w:szCs w:val="18"/>
        </w:rPr>
        <w:t xml:space="preserve"> (SO), </w:t>
      </w:r>
      <w:r w:rsidR="00211ABD">
        <w:rPr>
          <w:b/>
          <w:sz w:val="18"/>
          <w:szCs w:val="18"/>
        </w:rPr>
        <w:t>objektů technických a technologických zařízení</w:t>
      </w:r>
      <w:r w:rsidR="006A698D" w:rsidRPr="00F00153">
        <w:rPr>
          <w:b/>
          <w:sz w:val="18"/>
          <w:szCs w:val="18"/>
        </w:rPr>
        <w:t xml:space="preserve"> (PS) a všeobecného objektu. </w:t>
      </w:r>
    </w:p>
    <w:p w14:paraId="0D07C3D1" w14:textId="009E7E3E"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 xml:space="preserve">účastníka </w:t>
      </w:r>
      <w:r w:rsidR="00114080">
        <w:rPr>
          <w:sz w:val="18"/>
          <w:szCs w:val="18"/>
        </w:rPr>
        <w:t xml:space="preserve">výběrového </w:t>
      </w:r>
      <w:r w:rsidR="00A45BB7">
        <w:rPr>
          <w:sz w:val="18"/>
          <w:szCs w:val="18"/>
        </w:rPr>
        <w:t>řízení</w:t>
      </w:r>
      <w:r w:rsidR="00A45BB7" w:rsidRPr="006A698D">
        <w:rPr>
          <w:sz w:val="18"/>
          <w:szCs w:val="18"/>
        </w:rPr>
        <w:t xml:space="preserve"> </w:t>
      </w:r>
      <w:r w:rsidRPr="006A698D">
        <w:rPr>
          <w:sz w:val="18"/>
          <w:szCs w:val="18"/>
        </w:rPr>
        <w:t>podle požadavku zadavatele stanoveného v článku 1</w:t>
      </w:r>
      <w:r w:rsidR="003B16AA">
        <w:rPr>
          <w:sz w:val="18"/>
          <w:szCs w:val="18"/>
        </w:rPr>
        <w:t>4</w:t>
      </w:r>
      <w:r w:rsidRPr="006A698D">
        <w:rPr>
          <w:sz w:val="18"/>
          <w:szCs w:val="18"/>
        </w:rPr>
        <w:t xml:space="preserve"> Výzvy.</w:t>
      </w:r>
    </w:p>
    <w:p w14:paraId="61265FF5" w14:textId="64584E50" w:rsidR="0064718A" w:rsidRDefault="0064718A" w:rsidP="0064718A">
      <w:pPr>
        <w:pStyle w:val="Textbezodsazen"/>
      </w:pPr>
      <w:r>
        <w:t>Uvedená cena za výkon Dozoru projektanta zahrnuje veškeré náklady na výkon Dozoru projektanta po celou předpokládanou dobu zhotovení PDPS (v celkovém počtu "[</w:t>
      </w:r>
      <w:r w:rsidRPr="00236DCC">
        <w:rPr>
          <w:highlight w:val="yellow"/>
        </w:rPr>
        <w:t>VLOŽÍ ZHOTOVITEL</w:t>
      </w:r>
      <w:r>
        <w:t xml:space="preserve">]" hodin) a realizaci Stavby (předpoklad </w:t>
      </w:r>
      <w:r w:rsidR="00412FBD">
        <w:t>27</w:t>
      </w:r>
      <w:r>
        <w:t xml:space="preserve"> měsíců) v celkovém počtu "[</w:t>
      </w:r>
      <w:r w:rsidRPr="00236DCC">
        <w:rPr>
          <w:highlight w:val="yellow"/>
        </w:rPr>
        <w:t>VLOŽÍ 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26595383" w:rsidR="006A698D" w:rsidRPr="006A698D" w:rsidRDefault="00B90755" w:rsidP="006A698D">
      <w:pPr>
        <w:spacing w:after="120" w:line="264" w:lineRule="auto"/>
        <w:jc w:val="both"/>
        <w:rPr>
          <w:sz w:val="18"/>
          <w:szCs w:val="18"/>
        </w:rPr>
      </w:pPr>
      <w:r>
        <w:rPr>
          <w:sz w:val="18"/>
          <w:szCs w:val="18"/>
        </w:rPr>
        <w:t>z</w:t>
      </w:r>
      <w:r w:rsidR="006A698D" w:rsidRPr="006A698D">
        <w:rPr>
          <w:sz w:val="18"/>
          <w:szCs w:val="18"/>
        </w:rPr>
        <w:t xml:space="preserve">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423D3E40"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w:t>
      </w:r>
      <w:r w:rsidR="00D659A5" w:rsidRPr="00AF231D">
        <w:rPr>
          <w:b/>
          <w:sz w:val="18"/>
          <w:szCs w:val="18"/>
        </w:rPr>
        <w:t xml:space="preserve">povolení </w:t>
      </w:r>
      <w:r w:rsidR="001A75B2">
        <w:rPr>
          <w:b/>
          <w:sz w:val="18"/>
          <w:szCs w:val="18"/>
        </w:rPr>
        <w:t xml:space="preserve">změny záměru před dokončením </w:t>
      </w:r>
      <w:r w:rsidRPr="00B90755">
        <w:rPr>
          <w:sz w:val="18"/>
          <w:szCs w:val="18"/>
        </w:rPr>
        <w:t>bez</w:t>
      </w:r>
      <w:r w:rsidRPr="006A698D">
        <w:rPr>
          <w:sz w:val="18"/>
          <w:szCs w:val="18"/>
        </w:rPr>
        <w:t xml:space="preserve">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15D75858" w:rsid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164F5F9" w14:textId="77777777" w:rsidR="00B90755" w:rsidRPr="006A698D" w:rsidRDefault="00B90755" w:rsidP="00B90755">
      <w:pPr>
        <w:spacing w:after="80" w:line="264" w:lineRule="auto"/>
        <w:ind w:left="1531"/>
        <w:jc w:val="both"/>
        <w:rPr>
          <w:b/>
          <w:sz w:val="18"/>
          <w:szCs w:val="18"/>
        </w:rPr>
      </w:pPr>
    </w:p>
    <w:p w14:paraId="2A3D8E0E" w14:textId="6FAF7683" w:rsidR="00B90755" w:rsidRDefault="006A698D" w:rsidP="00B90755">
      <w:pPr>
        <w:numPr>
          <w:ilvl w:val="0"/>
          <w:numId w:val="7"/>
        </w:numPr>
        <w:spacing w:after="80" w:line="264" w:lineRule="auto"/>
        <w:jc w:val="both"/>
        <w:rPr>
          <w:b/>
          <w:sz w:val="18"/>
          <w:szCs w:val="18"/>
        </w:rPr>
      </w:pPr>
      <w:r w:rsidRPr="006A698D">
        <w:rPr>
          <w:b/>
          <w:sz w:val="18"/>
          <w:szCs w:val="18"/>
        </w:rPr>
        <w:t xml:space="preserve">Smluvní cena za </w:t>
      </w:r>
      <w:r w:rsidR="003B3AFC">
        <w:rPr>
          <w:b/>
          <w:sz w:val="18"/>
          <w:szCs w:val="18"/>
        </w:rPr>
        <w:t>DP</w:t>
      </w:r>
      <w:r w:rsidR="003B3AFC" w:rsidRPr="006A698D">
        <w:rPr>
          <w:b/>
          <w:sz w:val="18"/>
          <w:szCs w:val="18"/>
        </w:rPr>
        <w:t xml:space="preserve">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A6EFF67" w14:textId="05AB2C9E" w:rsidR="00737C7A" w:rsidRDefault="00737C7A" w:rsidP="00B90755">
      <w:pPr>
        <w:spacing w:after="80" w:line="264" w:lineRule="auto"/>
        <w:ind w:left="1077"/>
        <w:jc w:val="both"/>
        <w:rPr>
          <w:b/>
          <w:sz w:val="18"/>
          <w:szCs w:val="18"/>
        </w:rPr>
      </w:pPr>
      <w:r>
        <w:rPr>
          <w:b/>
          <w:sz w:val="18"/>
          <w:szCs w:val="18"/>
        </w:rPr>
        <w:t>– z toho cena za Dozor projektanta při zhotovení PDPS</w:t>
      </w:r>
      <w:r w:rsidRPr="00737C7A">
        <w:rPr>
          <w:sz w:val="18"/>
          <w:szCs w:val="18"/>
        </w:rPr>
        <w:t xml:space="preserve">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r w:rsidR="00B90755">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Pr="006A698D">
        <w:rPr>
          <w:b/>
          <w:sz w:val="18"/>
          <w:szCs w:val="18"/>
        </w:rPr>
        <w:t xml:space="preserve">   </w:t>
      </w:r>
    </w:p>
    <w:p w14:paraId="03EA5D7E" w14:textId="0827E51E" w:rsidR="00737C7A" w:rsidRDefault="00737C7A" w:rsidP="00B90755">
      <w:pPr>
        <w:spacing w:after="80" w:line="264" w:lineRule="auto"/>
        <w:ind w:left="709"/>
        <w:jc w:val="both"/>
        <w:rPr>
          <w:b/>
          <w:sz w:val="18"/>
          <w:szCs w:val="18"/>
          <w:highlight w:val="yellow"/>
        </w:rPr>
      </w:pPr>
      <w:r>
        <w:rPr>
          <w:b/>
          <w:sz w:val="18"/>
          <w:szCs w:val="18"/>
        </w:rPr>
        <w:t xml:space="preserve">      – z toho cena za Dozor </w:t>
      </w:r>
      <w:r w:rsidR="004E70FB">
        <w:rPr>
          <w:b/>
          <w:sz w:val="18"/>
          <w:szCs w:val="18"/>
        </w:rPr>
        <w:t>p</w:t>
      </w:r>
      <w:r>
        <w:rPr>
          <w:b/>
          <w:sz w:val="18"/>
          <w:szCs w:val="18"/>
        </w:rPr>
        <w:t xml:space="preserve">rojektanta v rámci realizace stavby </w:t>
      </w:r>
      <w:r w:rsidRPr="006A698D">
        <w:rPr>
          <w:sz w:val="18"/>
          <w:szCs w:val="18"/>
        </w:rPr>
        <w:t>bez DPH</w:t>
      </w:r>
      <w:r w:rsidRPr="006A698D">
        <w:rPr>
          <w:b/>
          <w:sz w:val="18"/>
          <w:szCs w:val="18"/>
        </w:rPr>
        <w:t xml:space="preserve">  </w:t>
      </w:r>
      <w:r w:rsidRPr="006A698D">
        <w:rPr>
          <w:b/>
          <w:sz w:val="18"/>
          <w:szCs w:val="18"/>
          <w:highlight w:val="yellow"/>
        </w:rPr>
        <w:t xml:space="preserve">"[VLOŽÍ </w:t>
      </w:r>
    </w:p>
    <w:p w14:paraId="667D7447" w14:textId="687E373E" w:rsidR="00737C7A" w:rsidRDefault="00737C7A" w:rsidP="00B90755">
      <w:pPr>
        <w:spacing w:after="80" w:line="264" w:lineRule="auto"/>
        <w:ind w:left="709" w:firstLine="368"/>
        <w:jc w:val="both"/>
        <w:rPr>
          <w:b/>
          <w:sz w:val="18"/>
          <w:szCs w:val="18"/>
        </w:rPr>
      </w:pPr>
      <w:r>
        <w:rPr>
          <w:b/>
          <w:sz w:val="18"/>
          <w:szCs w:val="18"/>
          <w:highlight w:val="yellow"/>
        </w:rPr>
        <w:t xml:space="preserve"> </w:t>
      </w:r>
      <w:r w:rsidRPr="006A698D">
        <w:rPr>
          <w:b/>
          <w:sz w:val="18"/>
          <w:szCs w:val="18"/>
          <w:highlight w:val="yellow"/>
        </w:rPr>
        <w:t>ZHOTOVITEL]"</w:t>
      </w:r>
      <w:r w:rsidRPr="006A698D">
        <w:rPr>
          <w:b/>
          <w:sz w:val="18"/>
          <w:szCs w:val="18"/>
        </w:rPr>
        <w:t xml:space="preserve"> Kč</w:t>
      </w:r>
      <w:r w:rsidR="00B90755">
        <w:rPr>
          <w:b/>
          <w:sz w:val="18"/>
          <w:szCs w:val="18"/>
        </w:rPr>
        <w:t>,</w:t>
      </w:r>
      <w:r w:rsidRPr="006A698D">
        <w:rPr>
          <w:b/>
          <w:sz w:val="18"/>
          <w:szCs w:val="18"/>
        </w:rPr>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00B90755" w:rsidRPr="006A698D">
        <w:rPr>
          <w:b/>
          <w:sz w:val="18"/>
          <w:szCs w:val="18"/>
        </w:rPr>
        <w:t xml:space="preserve">   </w:t>
      </w:r>
      <w:r w:rsidRPr="006A698D">
        <w:rPr>
          <w:b/>
          <w:sz w:val="18"/>
          <w:szCs w:val="18"/>
        </w:rPr>
        <w:t xml:space="preserve">  </w:t>
      </w:r>
    </w:p>
    <w:p w14:paraId="4D1A2787" w14:textId="77777777" w:rsidR="00B90755" w:rsidRPr="006A698D" w:rsidRDefault="00B90755" w:rsidP="00B90755">
      <w:pPr>
        <w:spacing w:after="80" w:line="264" w:lineRule="auto"/>
        <w:ind w:left="709" w:firstLine="368"/>
        <w:jc w:val="both"/>
        <w:rPr>
          <w:b/>
          <w:sz w:val="18"/>
          <w:szCs w:val="18"/>
        </w:rPr>
      </w:pP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bookmarkStart w:id="2" w:name="_Hlk171667020"/>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bookmarkEnd w:id="2"/>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59DA58F2" w:rsidR="001F518E" w:rsidRDefault="001F518E" w:rsidP="001F518E">
      <w:pPr>
        <w:pStyle w:val="Textbezodsazen"/>
      </w:pPr>
      <w:r w:rsidRPr="002D3591">
        <w:rPr>
          <w:highlight w:val="yellow"/>
        </w:rPr>
        <w:t xml:space="preserve">Do přílohy </w:t>
      </w:r>
      <w:r w:rsidR="00A47A9F">
        <w:rPr>
          <w:highlight w:val="yellow"/>
        </w:rPr>
        <w:t>S</w:t>
      </w:r>
      <w:r w:rsidRPr="002D3591">
        <w:rPr>
          <w:highlight w:val="yellow"/>
        </w:rPr>
        <w:t>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headerReference w:type="even" r:id="rId39"/>
          <w:headerReference w:type="default" r:id="rId40"/>
          <w:footerReference w:type="even" r:id="rId41"/>
          <w:footerReference w:type="default" r:id="rId42"/>
          <w:headerReference w:type="first" r:id="rId43"/>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4608643D" w:rsidR="00502690" w:rsidRPr="00F95FBD" w:rsidRDefault="000A732C" w:rsidP="00590C91">
            <w:pPr>
              <w:pStyle w:val="Tabulka"/>
              <w:cnfStyle w:val="100000000000" w:firstRow="1" w:lastRow="0" w:firstColumn="0" w:lastColumn="0" w:oddVBand="0" w:evenVBand="0" w:oddHBand="0" w:evenHBand="0" w:firstRowFirstColumn="0" w:firstRowLastColumn="0" w:lastRowFirstColumn="0" w:lastRowLastColumn="0"/>
            </w:pPr>
            <w:r>
              <w:t>Mgr. Lenka Dieguezová</w:t>
            </w:r>
          </w:p>
        </w:tc>
      </w:tr>
      <w:tr w:rsidR="000A732C"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0A732C" w:rsidRPr="00F95FBD" w:rsidRDefault="000A732C" w:rsidP="000A732C">
            <w:pPr>
              <w:pStyle w:val="Tabulka"/>
            </w:pPr>
            <w:r w:rsidRPr="00F95FBD">
              <w:t>Adresa</w:t>
            </w:r>
          </w:p>
        </w:tc>
        <w:tc>
          <w:tcPr>
            <w:tcW w:w="5812" w:type="dxa"/>
          </w:tcPr>
          <w:p w14:paraId="0D4C0B9A" w14:textId="77777777" w:rsidR="000A732C" w:rsidRPr="00266E8E" w:rsidRDefault="000A732C" w:rsidP="000A732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6E8E">
              <w:rPr>
                <w:sz w:val="18"/>
                <w:szCs w:val="18"/>
                <w:lang w:eastAsia="en-US"/>
              </w:rPr>
              <w:t>Správa železnic, státní organizace</w:t>
            </w:r>
          </w:p>
          <w:p w14:paraId="23571F85" w14:textId="3965D721" w:rsidR="000A732C" w:rsidRPr="001F518E" w:rsidRDefault="000A732C" w:rsidP="000A732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66E8E">
              <w:rPr>
                <w:lang w:eastAsia="en-US"/>
              </w:rPr>
              <w:t>Stavební správa východ, Nerudova 1, 779 00 Olomouc</w:t>
            </w:r>
          </w:p>
        </w:tc>
      </w:tr>
      <w:tr w:rsidR="000A732C"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0A732C" w:rsidRPr="00F95FBD" w:rsidRDefault="000A732C" w:rsidP="000A732C">
            <w:pPr>
              <w:pStyle w:val="Tabulka"/>
            </w:pPr>
            <w:r w:rsidRPr="00F95FBD">
              <w:t>E-mail</w:t>
            </w:r>
          </w:p>
        </w:tc>
        <w:tc>
          <w:tcPr>
            <w:tcW w:w="5812" w:type="dxa"/>
          </w:tcPr>
          <w:p w14:paraId="6C5AB5A6" w14:textId="35781EC9" w:rsidR="000A732C" w:rsidRPr="001F518E" w:rsidRDefault="000A732C" w:rsidP="000A732C">
            <w:pPr>
              <w:pStyle w:val="Tabulka"/>
              <w:cnfStyle w:val="000000000000" w:firstRow="0" w:lastRow="0" w:firstColumn="0" w:lastColumn="0" w:oddVBand="0" w:evenVBand="0" w:oddHBand="0" w:evenHBand="0" w:firstRowFirstColumn="0" w:firstRowLastColumn="0" w:lastRowFirstColumn="0" w:lastRowLastColumn="0"/>
              <w:rPr>
                <w:highlight w:val="green"/>
              </w:rPr>
            </w:pPr>
            <w:r>
              <w:t>Dieguezova</w:t>
            </w:r>
            <w:r w:rsidRPr="00801E53">
              <w:t>@spravazeleznic.cz</w:t>
            </w:r>
          </w:p>
        </w:tc>
      </w:tr>
      <w:tr w:rsidR="000A732C"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0A732C" w:rsidRPr="00F95FBD" w:rsidRDefault="000A732C" w:rsidP="000A732C">
            <w:pPr>
              <w:pStyle w:val="Tabulka"/>
            </w:pPr>
            <w:r w:rsidRPr="00F95FBD">
              <w:t>Telefon</w:t>
            </w:r>
          </w:p>
        </w:tc>
        <w:tc>
          <w:tcPr>
            <w:tcW w:w="5812" w:type="dxa"/>
          </w:tcPr>
          <w:p w14:paraId="22FB04E2" w14:textId="5966DB52" w:rsidR="000A732C" w:rsidRPr="001F518E" w:rsidRDefault="000A732C" w:rsidP="000A732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E53">
              <w:t>+420</w:t>
            </w:r>
            <w:r>
              <w:t> </w:t>
            </w:r>
            <w:r w:rsidRPr="00801E53">
              <w:t>72</w:t>
            </w:r>
            <w:r>
              <w:t>4 932 386</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0A732C" w:rsidRDefault="002038D5" w:rsidP="002038D5">
            <w:pPr>
              <w:pStyle w:val="Tabulka"/>
              <w:rPr>
                <w:rStyle w:val="Nadpisvtabulce"/>
                <w:b w:val="0"/>
              </w:rPr>
            </w:pPr>
            <w:r w:rsidRPr="000A732C">
              <w:rPr>
                <w:rStyle w:val="Nadpisvtabulce"/>
                <w:b w:val="0"/>
              </w:rPr>
              <w:t>Jméno</w:t>
            </w:r>
            <w:r w:rsidR="00A349C6" w:rsidRPr="000A732C">
              <w:rPr>
                <w:rStyle w:val="Nadpisvtabulce"/>
                <w:b w:val="0"/>
              </w:rPr>
              <w:t xml:space="preserve"> a </w:t>
            </w:r>
            <w:r w:rsidRPr="000A732C">
              <w:rPr>
                <w:rStyle w:val="Nadpisvtabulce"/>
                <w:b w:val="0"/>
              </w:rPr>
              <w:t>příjmení</w:t>
            </w:r>
          </w:p>
        </w:tc>
        <w:tc>
          <w:tcPr>
            <w:tcW w:w="5812" w:type="dxa"/>
          </w:tcPr>
          <w:p w14:paraId="2EAAE726" w14:textId="0546291D" w:rsidR="002038D5" w:rsidRPr="000A732C" w:rsidRDefault="000A732C" w:rsidP="00590C91">
            <w:pPr>
              <w:pStyle w:val="Tabulka"/>
              <w:cnfStyle w:val="100000000000" w:firstRow="1" w:lastRow="0" w:firstColumn="0" w:lastColumn="0" w:oddVBand="0" w:evenVBand="0" w:oddHBand="0" w:evenHBand="0" w:firstRowFirstColumn="0" w:firstRowLastColumn="0" w:lastRowFirstColumn="0" w:lastRowLastColumn="0"/>
            </w:pPr>
            <w:r w:rsidRPr="000A732C">
              <w:t>Mgr. Pavel Divín, MBA</w:t>
            </w:r>
          </w:p>
        </w:tc>
      </w:tr>
      <w:tr w:rsidR="000A732C"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0A732C" w:rsidRPr="00F95FBD" w:rsidRDefault="000A732C" w:rsidP="000A732C">
            <w:pPr>
              <w:pStyle w:val="Tabulka"/>
            </w:pPr>
            <w:r w:rsidRPr="00F95FBD">
              <w:t>Adresa</w:t>
            </w:r>
          </w:p>
        </w:tc>
        <w:tc>
          <w:tcPr>
            <w:tcW w:w="5812" w:type="dxa"/>
          </w:tcPr>
          <w:p w14:paraId="26F6460E" w14:textId="77777777" w:rsidR="000A732C" w:rsidRPr="00266E8E" w:rsidRDefault="000A732C" w:rsidP="000A732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6E8E">
              <w:rPr>
                <w:sz w:val="18"/>
                <w:szCs w:val="18"/>
                <w:lang w:eastAsia="en-US"/>
              </w:rPr>
              <w:t>Správa železnic, státní organizace</w:t>
            </w:r>
          </w:p>
          <w:p w14:paraId="18261CB5" w14:textId="50EA596E" w:rsidR="000A732C" w:rsidRPr="001F518E" w:rsidRDefault="000A732C" w:rsidP="000A732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66E8E">
              <w:rPr>
                <w:lang w:eastAsia="en-US"/>
              </w:rPr>
              <w:t>Stavební správa východ, Nerudova 1, 779 00 Olomouc</w:t>
            </w:r>
          </w:p>
        </w:tc>
      </w:tr>
      <w:tr w:rsidR="000A732C"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0A732C" w:rsidRPr="00F95FBD" w:rsidRDefault="000A732C" w:rsidP="000A732C">
            <w:pPr>
              <w:pStyle w:val="Tabulka"/>
            </w:pPr>
            <w:r w:rsidRPr="00F95FBD">
              <w:t>E-mail</w:t>
            </w:r>
          </w:p>
        </w:tc>
        <w:tc>
          <w:tcPr>
            <w:tcW w:w="5812" w:type="dxa"/>
          </w:tcPr>
          <w:p w14:paraId="4C9F2091" w14:textId="10BA9301" w:rsidR="000A732C" w:rsidRPr="001F518E" w:rsidRDefault="000A732C" w:rsidP="000A732C">
            <w:pPr>
              <w:pStyle w:val="Tabulka"/>
              <w:cnfStyle w:val="000000000000" w:firstRow="0" w:lastRow="0" w:firstColumn="0" w:lastColumn="0" w:oddVBand="0" w:evenVBand="0" w:oddHBand="0" w:evenHBand="0" w:firstRowFirstColumn="0" w:firstRowLastColumn="0" w:lastRowFirstColumn="0" w:lastRowLastColumn="0"/>
              <w:rPr>
                <w:highlight w:val="green"/>
              </w:rPr>
            </w:pPr>
            <w:r>
              <w:t>divin</w:t>
            </w:r>
            <w:r w:rsidRPr="00701E12">
              <w:t>@spravazeleznic.cz</w:t>
            </w:r>
          </w:p>
        </w:tc>
      </w:tr>
      <w:tr w:rsidR="000A732C"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0A732C" w:rsidRPr="00F95FBD" w:rsidRDefault="000A732C" w:rsidP="000A732C">
            <w:pPr>
              <w:pStyle w:val="Tabulka"/>
            </w:pPr>
            <w:r w:rsidRPr="00F95FBD">
              <w:t>Telefon</w:t>
            </w:r>
          </w:p>
        </w:tc>
        <w:tc>
          <w:tcPr>
            <w:tcW w:w="5812" w:type="dxa"/>
          </w:tcPr>
          <w:p w14:paraId="369CAC43" w14:textId="13AC8D4D" w:rsidR="000A732C" w:rsidRPr="001F518E" w:rsidRDefault="000A732C" w:rsidP="000A732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01E12">
              <w:t>+420</w:t>
            </w:r>
            <w:r>
              <w:t> 724 932 367</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0E3784B2" w14:textId="77777777" w:rsidR="00F13E14" w:rsidRDefault="00F13E14" w:rsidP="00855469">
      <w:pPr>
        <w:pStyle w:val="Textbezodsazen"/>
      </w:pPr>
    </w:p>
    <w:p w14:paraId="3AA26BDD" w14:textId="0943EF14" w:rsidR="00855469"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59CD26E0" w14:textId="0566BF2D" w:rsidR="00D41CFE" w:rsidRPr="009743FE" w:rsidRDefault="009743FE" w:rsidP="009743FE">
      <w:pPr>
        <w:pStyle w:val="Textbezslovn"/>
        <w:ind w:left="0"/>
        <w:rPr>
          <w:b/>
          <w:bCs/>
          <w:u w:val="single"/>
        </w:rPr>
      </w:pPr>
      <w:r w:rsidRPr="00B2011C">
        <w:rPr>
          <w:b/>
          <w:bCs/>
          <w:u w:val="single"/>
        </w:rPr>
        <w:t xml:space="preserve">Tým </w:t>
      </w:r>
      <w:r>
        <w:rPr>
          <w:b/>
          <w:bCs/>
          <w:u w:val="single"/>
        </w:rPr>
        <w:t xml:space="preserve">specialistů pro </w:t>
      </w:r>
      <w:r w:rsidRPr="00B2011C">
        <w:rPr>
          <w:b/>
          <w:bCs/>
          <w:u w:val="single"/>
        </w:rPr>
        <w:t>projekt</w:t>
      </w:r>
      <w:r>
        <w:rPr>
          <w:b/>
          <w:bCs/>
          <w:u w:val="single"/>
        </w:rPr>
        <w:t>ovou dokumentaci:</w:t>
      </w:r>
    </w:p>
    <w:p w14:paraId="2E594C2C" w14:textId="77777777" w:rsidR="00D41CFE" w:rsidRPr="00F95FBD" w:rsidRDefault="00D41CFE" w:rsidP="00D41CFE">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D41CFE" w:rsidRPr="00F95FBD" w14:paraId="715E94F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C03E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BFBA6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621B35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485FDF5" w14:textId="77777777" w:rsidR="00D41CFE" w:rsidRPr="00F95FBD" w:rsidRDefault="00D41CFE" w:rsidP="00D86204">
            <w:pPr>
              <w:pStyle w:val="Tabulka"/>
            </w:pPr>
            <w:r w:rsidRPr="00F95FBD">
              <w:t>Adresa</w:t>
            </w:r>
          </w:p>
        </w:tc>
        <w:tc>
          <w:tcPr>
            <w:tcW w:w="5812" w:type="dxa"/>
          </w:tcPr>
          <w:p w14:paraId="336C704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77E00C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8E7BD76" w14:textId="77777777" w:rsidR="00D41CFE" w:rsidRPr="00F95FBD" w:rsidRDefault="00D41CFE" w:rsidP="00D86204">
            <w:pPr>
              <w:pStyle w:val="Tabulka"/>
            </w:pPr>
            <w:r w:rsidRPr="00F95FBD">
              <w:t>E-mail</w:t>
            </w:r>
          </w:p>
        </w:tc>
        <w:tc>
          <w:tcPr>
            <w:tcW w:w="5812" w:type="dxa"/>
          </w:tcPr>
          <w:p w14:paraId="7D5C42D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DFC7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7F1EE07" w14:textId="77777777" w:rsidR="00D41CFE" w:rsidRPr="00F95FBD" w:rsidRDefault="00D41CFE" w:rsidP="00D86204">
            <w:pPr>
              <w:pStyle w:val="Tabulka"/>
            </w:pPr>
            <w:r w:rsidRPr="00F95FBD">
              <w:t>Telefon</w:t>
            </w:r>
          </w:p>
        </w:tc>
        <w:tc>
          <w:tcPr>
            <w:tcW w:w="5812" w:type="dxa"/>
          </w:tcPr>
          <w:p w14:paraId="37453A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72F768" w14:textId="77777777" w:rsidR="00D41CFE" w:rsidRDefault="00D41CFE" w:rsidP="00D41CFE">
      <w:pPr>
        <w:pStyle w:val="Tabulka"/>
      </w:pPr>
    </w:p>
    <w:p w14:paraId="641FA5A0" w14:textId="6D432845" w:rsidR="00F13E14" w:rsidRPr="00F95FBD" w:rsidRDefault="00F13E14" w:rsidP="00F13E14">
      <w:pPr>
        <w:pStyle w:val="Nadpistabulky"/>
        <w:rPr>
          <w:sz w:val="18"/>
          <w:szCs w:val="18"/>
        </w:rPr>
      </w:pPr>
      <w:r>
        <w:rPr>
          <w:sz w:val="18"/>
          <w:szCs w:val="18"/>
        </w:rPr>
        <w:t>S</w:t>
      </w:r>
      <w:r w:rsidRPr="00CB1C6E">
        <w:rPr>
          <w:sz w:val="18"/>
          <w:szCs w:val="18"/>
        </w:rPr>
        <w:t xml:space="preserve">pecialista </w:t>
      </w:r>
      <w:r>
        <w:rPr>
          <w:sz w:val="18"/>
          <w:szCs w:val="18"/>
        </w:rPr>
        <w:t xml:space="preserve">na pozemní stavby </w:t>
      </w:r>
    </w:p>
    <w:tbl>
      <w:tblPr>
        <w:tblStyle w:val="Tabulka10"/>
        <w:tblW w:w="8868" w:type="dxa"/>
        <w:tblLook w:val="04A0" w:firstRow="1" w:lastRow="0" w:firstColumn="1" w:lastColumn="0" w:noHBand="0" w:noVBand="1"/>
      </w:tblPr>
      <w:tblGrid>
        <w:gridCol w:w="3056"/>
        <w:gridCol w:w="5812"/>
      </w:tblGrid>
      <w:tr w:rsidR="00F13E14" w:rsidRPr="00F95FBD" w14:paraId="3B636E4E" w14:textId="77777777" w:rsidTr="00377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21DEAA" w14:textId="77777777" w:rsidR="00F13E14" w:rsidRPr="00F95FBD" w:rsidRDefault="00F13E14" w:rsidP="00377C2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767FD0C" w14:textId="77777777" w:rsidR="00F13E14" w:rsidRPr="00F95FBD" w:rsidRDefault="00F13E14" w:rsidP="00377C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13E14" w:rsidRPr="00F95FBD" w14:paraId="0A2A56BC"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708B81F8" w14:textId="77777777" w:rsidR="00F13E14" w:rsidRPr="00F95FBD" w:rsidRDefault="00F13E14" w:rsidP="00377C2B">
            <w:pPr>
              <w:pStyle w:val="Tabulka"/>
            </w:pPr>
            <w:r w:rsidRPr="00F95FBD">
              <w:t>Adresa</w:t>
            </w:r>
          </w:p>
        </w:tc>
        <w:tc>
          <w:tcPr>
            <w:tcW w:w="5812" w:type="dxa"/>
          </w:tcPr>
          <w:p w14:paraId="33060CEB"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5C6790D3"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154E2917" w14:textId="77777777" w:rsidR="00F13E14" w:rsidRPr="00F95FBD" w:rsidRDefault="00F13E14" w:rsidP="00377C2B">
            <w:pPr>
              <w:pStyle w:val="Tabulka"/>
            </w:pPr>
            <w:r w:rsidRPr="00F95FBD">
              <w:t>E-mail</w:t>
            </w:r>
          </w:p>
        </w:tc>
        <w:tc>
          <w:tcPr>
            <w:tcW w:w="5812" w:type="dxa"/>
          </w:tcPr>
          <w:p w14:paraId="728B1312"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2B70642F"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0C2BCF17" w14:textId="77777777" w:rsidR="00F13E14" w:rsidRPr="00F95FBD" w:rsidRDefault="00F13E14" w:rsidP="00377C2B">
            <w:pPr>
              <w:pStyle w:val="Tabulka"/>
            </w:pPr>
            <w:r w:rsidRPr="00F95FBD">
              <w:t>Telefon</w:t>
            </w:r>
          </w:p>
        </w:tc>
        <w:tc>
          <w:tcPr>
            <w:tcW w:w="5812" w:type="dxa"/>
          </w:tcPr>
          <w:p w14:paraId="07B45012"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25C009" w14:textId="77777777" w:rsidR="00F13E14" w:rsidRPr="00F95FBD" w:rsidRDefault="00F13E14" w:rsidP="00D41CFE">
      <w:pPr>
        <w:pStyle w:val="Tabulka"/>
      </w:pPr>
    </w:p>
    <w:p w14:paraId="5A8A2347" w14:textId="7A6B9C91" w:rsidR="00D41CFE" w:rsidRPr="00F95FBD" w:rsidRDefault="00D41CFE" w:rsidP="00D41CFE">
      <w:pPr>
        <w:pStyle w:val="Nadpistabulky"/>
        <w:rPr>
          <w:sz w:val="18"/>
          <w:szCs w:val="18"/>
        </w:rPr>
      </w:pPr>
      <w:r>
        <w:rPr>
          <w:sz w:val="18"/>
          <w:szCs w:val="18"/>
        </w:rPr>
        <w:t>S</w:t>
      </w:r>
      <w:r w:rsidRPr="00CB1C6E">
        <w:rPr>
          <w:sz w:val="18"/>
          <w:szCs w:val="18"/>
        </w:rPr>
        <w:t>pecialista pro s</w:t>
      </w:r>
      <w:r w:rsidR="00C240B6">
        <w:rPr>
          <w:sz w:val="18"/>
          <w:szCs w:val="18"/>
        </w:rPr>
        <w:t>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E0294D6"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78341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E73DD6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1FD5C0C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414ACD9" w14:textId="77777777" w:rsidR="00D41CFE" w:rsidRPr="00F95FBD" w:rsidRDefault="00D41CFE" w:rsidP="00D86204">
            <w:pPr>
              <w:pStyle w:val="Tabulka"/>
            </w:pPr>
            <w:r w:rsidRPr="00F95FBD">
              <w:t>Adresa</w:t>
            </w:r>
          </w:p>
        </w:tc>
        <w:tc>
          <w:tcPr>
            <w:tcW w:w="5812" w:type="dxa"/>
          </w:tcPr>
          <w:p w14:paraId="4837CD8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275CF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651D70D" w14:textId="77777777" w:rsidR="00D41CFE" w:rsidRPr="00F95FBD" w:rsidRDefault="00D41CFE" w:rsidP="00D86204">
            <w:pPr>
              <w:pStyle w:val="Tabulka"/>
            </w:pPr>
            <w:r w:rsidRPr="00F95FBD">
              <w:t>E-mail</w:t>
            </w:r>
          </w:p>
        </w:tc>
        <w:tc>
          <w:tcPr>
            <w:tcW w:w="5812" w:type="dxa"/>
          </w:tcPr>
          <w:p w14:paraId="6CB40D7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48FBF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CA7F99E" w14:textId="77777777" w:rsidR="00D41CFE" w:rsidRPr="00F95FBD" w:rsidRDefault="00D41CFE" w:rsidP="00D86204">
            <w:pPr>
              <w:pStyle w:val="Tabulka"/>
            </w:pPr>
            <w:r w:rsidRPr="00F95FBD">
              <w:t>Telefon</w:t>
            </w:r>
          </w:p>
        </w:tc>
        <w:tc>
          <w:tcPr>
            <w:tcW w:w="5812" w:type="dxa"/>
          </w:tcPr>
          <w:p w14:paraId="231FC80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F753FA" w14:textId="77777777" w:rsidR="00D41CFE" w:rsidRPr="00F95FBD" w:rsidRDefault="00D41CFE" w:rsidP="00D41CFE">
      <w:pPr>
        <w:pStyle w:val="Tabulka"/>
      </w:pPr>
    </w:p>
    <w:p w14:paraId="405BA22E" w14:textId="77777777" w:rsidR="00F13E14" w:rsidRPr="00F95FBD" w:rsidRDefault="00F13E14" w:rsidP="00F13E14">
      <w:pPr>
        <w:pStyle w:val="Nadpistabulky"/>
        <w:rPr>
          <w:sz w:val="18"/>
          <w:szCs w:val="18"/>
        </w:rPr>
      </w:pPr>
      <w:r>
        <w:rPr>
          <w:sz w:val="18"/>
          <w:szCs w:val="18"/>
        </w:rPr>
        <w:t>S</w:t>
      </w:r>
      <w:r w:rsidRPr="00CB1C6E">
        <w:rPr>
          <w:sz w:val="18"/>
          <w:szCs w:val="18"/>
        </w:rPr>
        <w:t xml:space="preserve">pecialista pro </w:t>
      </w:r>
      <w:r>
        <w:rPr>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F13E14" w:rsidRPr="00F95FBD" w14:paraId="51749683" w14:textId="77777777" w:rsidTr="00377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698C44" w14:textId="77777777" w:rsidR="00F13E14" w:rsidRPr="00F95FBD" w:rsidRDefault="00F13E14" w:rsidP="00377C2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36C01A" w14:textId="77777777" w:rsidR="00F13E14" w:rsidRPr="00F95FBD" w:rsidRDefault="00F13E14" w:rsidP="00377C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13E14" w:rsidRPr="00F95FBD" w14:paraId="4478DEE2"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00BEFD1B" w14:textId="77777777" w:rsidR="00F13E14" w:rsidRPr="00F95FBD" w:rsidRDefault="00F13E14" w:rsidP="00377C2B">
            <w:pPr>
              <w:pStyle w:val="Tabulka"/>
            </w:pPr>
            <w:r w:rsidRPr="00F95FBD">
              <w:t>Adresa</w:t>
            </w:r>
          </w:p>
        </w:tc>
        <w:tc>
          <w:tcPr>
            <w:tcW w:w="5812" w:type="dxa"/>
          </w:tcPr>
          <w:p w14:paraId="3A009C4C"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07C1BF9B"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6C0B7025" w14:textId="77777777" w:rsidR="00F13E14" w:rsidRPr="00F95FBD" w:rsidRDefault="00F13E14" w:rsidP="00377C2B">
            <w:pPr>
              <w:pStyle w:val="Tabulka"/>
            </w:pPr>
            <w:r w:rsidRPr="00F95FBD">
              <w:t>E-mail</w:t>
            </w:r>
          </w:p>
        </w:tc>
        <w:tc>
          <w:tcPr>
            <w:tcW w:w="5812" w:type="dxa"/>
          </w:tcPr>
          <w:p w14:paraId="0DDA38CD"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040ABB97"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2EE05A74" w14:textId="77777777" w:rsidR="00F13E14" w:rsidRPr="00F95FBD" w:rsidRDefault="00F13E14" w:rsidP="00377C2B">
            <w:pPr>
              <w:pStyle w:val="Tabulka"/>
            </w:pPr>
            <w:r w:rsidRPr="00F95FBD">
              <w:t>Telefon</w:t>
            </w:r>
          </w:p>
        </w:tc>
        <w:tc>
          <w:tcPr>
            <w:tcW w:w="5812" w:type="dxa"/>
          </w:tcPr>
          <w:p w14:paraId="6FFAD001"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6C353A" w14:textId="77777777" w:rsidR="00F13E14" w:rsidRDefault="00F13E14" w:rsidP="00F13E14">
      <w:pPr>
        <w:pStyle w:val="Nadpistabulky"/>
        <w:rPr>
          <w:sz w:val="18"/>
          <w:szCs w:val="18"/>
        </w:rPr>
      </w:pPr>
    </w:p>
    <w:p w14:paraId="1909D6B3" w14:textId="63D254FC" w:rsidR="00F13E14" w:rsidRPr="00F95FBD" w:rsidRDefault="00F13E14" w:rsidP="00F13E14">
      <w:pPr>
        <w:pStyle w:val="Nadpistabulky"/>
        <w:rPr>
          <w:sz w:val="18"/>
          <w:szCs w:val="18"/>
        </w:rPr>
      </w:pPr>
      <w:r>
        <w:rPr>
          <w:sz w:val="18"/>
          <w:szCs w:val="18"/>
        </w:rPr>
        <w:t>S</w:t>
      </w:r>
      <w:r w:rsidRPr="00CB1C6E">
        <w:rPr>
          <w:sz w:val="18"/>
          <w:szCs w:val="18"/>
        </w:rPr>
        <w:t xml:space="preserve">pecialista </w:t>
      </w:r>
      <w:r w:rsidRPr="00F13E14">
        <w:rPr>
          <w:sz w:val="18"/>
          <w:szCs w:val="18"/>
        </w:rPr>
        <w:t>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F13E14" w:rsidRPr="00F95FBD" w14:paraId="418657C6" w14:textId="77777777" w:rsidTr="00377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E506B" w14:textId="77777777" w:rsidR="00F13E14" w:rsidRPr="00F95FBD" w:rsidRDefault="00F13E14" w:rsidP="00377C2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DDFE5F8" w14:textId="77777777" w:rsidR="00F13E14" w:rsidRPr="00F95FBD" w:rsidRDefault="00F13E14" w:rsidP="00377C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13E14" w:rsidRPr="00F95FBD" w14:paraId="49C1AA8E"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59E22A5C" w14:textId="77777777" w:rsidR="00F13E14" w:rsidRPr="00F95FBD" w:rsidRDefault="00F13E14" w:rsidP="00377C2B">
            <w:pPr>
              <w:pStyle w:val="Tabulka"/>
            </w:pPr>
            <w:r w:rsidRPr="00F95FBD">
              <w:lastRenderedPageBreak/>
              <w:t>Adresa</w:t>
            </w:r>
          </w:p>
        </w:tc>
        <w:tc>
          <w:tcPr>
            <w:tcW w:w="5812" w:type="dxa"/>
          </w:tcPr>
          <w:p w14:paraId="547FE6AF"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21CC6B69"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25B8E167" w14:textId="77777777" w:rsidR="00F13E14" w:rsidRPr="00F95FBD" w:rsidRDefault="00F13E14" w:rsidP="00377C2B">
            <w:pPr>
              <w:pStyle w:val="Tabulka"/>
            </w:pPr>
            <w:r w:rsidRPr="00F95FBD">
              <w:t>E-mail</w:t>
            </w:r>
          </w:p>
        </w:tc>
        <w:tc>
          <w:tcPr>
            <w:tcW w:w="5812" w:type="dxa"/>
          </w:tcPr>
          <w:p w14:paraId="40AC01C3"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2ED77E71"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3A415F41" w14:textId="77777777" w:rsidR="00F13E14" w:rsidRPr="00F95FBD" w:rsidRDefault="00F13E14" w:rsidP="00377C2B">
            <w:pPr>
              <w:pStyle w:val="Tabulka"/>
            </w:pPr>
            <w:r w:rsidRPr="00F95FBD">
              <w:t>Telefon</w:t>
            </w:r>
          </w:p>
        </w:tc>
        <w:tc>
          <w:tcPr>
            <w:tcW w:w="5812" w:type="dxa"/>
          </w:tcPr>
          <w:p w14:paraId="78F01EB8"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033AC7" w14:textId="77777777" w:rsidR="00F13E14" w:rsidRDefault="00F13E14" w:rsidP="00F13E14">
      <w:pPr>
        <w:pStyle w:val="Nadpistabulky"/>
        <w:rPr>
          <w:sz w:val="18"/>
          <w:szCs w:val="18"/>
        </w:rPr>
      </w:pPr>
    </w:p>
    <w:p w14:paraId="58284396" w14:textId="6F086457" w:rsidR="00F13E14" w:rsidRPr="00F95FBD" w:rsidRDefault="00F13E14" w:rsidP="00F13E14">
      <w:pPr>
        <w:pStyle w:val="Nadpistabulky"/>
        <w:rPr>
          <w:sz w:val="18"/>
          <w:szCs w:val="18"/>
        </w:rPr>
      </w:pPr>
      <w:r>
        <w:rPr>
          <w:sz w:val="18"/>
          <w:szCs w:val="18"/>
        </w:rPr>
        <w:t>S</w:t>
      </w:r>
      <w:r w:rsidRPr="00CB1C6E">
        <w:rPr>
          <w:sz w:val="18"/>
          <w:szCs w:val="18"/>
        </w:rPr>
        <w:t xml:space="preserve">pecialista </w:t>
      </w:r>
      <w:r w:rsidRPr="00F13E14">
        <w:rPr>
          <w:sz w:val="18"/>
          <w:szCs w:val="18"/>
        </w:rPr>
        <w:t>na technická zařízení budov – zdravotní technika</w:t>
      </w:r>
    </w:p>
    <w:tbl>
      <w:tblPr>
        <w:tblStyle w:val="Tabulka10"/>
        <w:tblW w:w="8868" w:type="dxa"/>
        <w:tblLook w:val="04A0" w:firstRow="1" w:lastRow="0" w:firstColumn="1" w:lastColumn="0" w:noHBand="0" w:noVBand="1"/>
      </w:tblPr>
      <w:tblGrid>
        <w:gridCol w:w="3056"/>
        <w:gridCol w:w="5812"/>
      </w:tblGrid>
      <w:tr w:rsidR="00F13E14" w:rsidRPr="00F95FBD" w14:paraId="10905013" w14:textId="77777777" w:rsidTr="00377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B5BA18" w14:textId="77777777" w:rsidR="00F13E14" w:rsidRPr="00F95FBD" w:rsidRDefault="00F13E14" w:rsidP="00377C2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5B0F413" w14:textId="77777777" w:rsidR="00F13E14" w:rsidRPr="00F95FBD" w:rsidRDefault="00F13E14" w:rsidP="00377C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13E14" w:rsidRPr="00F95FBD" w14:paraId="2DD57B44"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0B5CB435" w14:textId="77777777" w:rsidR="00F13E14" w:rsidRPr="00F95FBD" w:rsidRDefault="00F13E14" w:rsidP="00377C2B">
            <w:pPr>
              <w:pStyle w:val="Tabulka"/>
            </w:pPr>
            <w:r w:rsidRPr="00F95FBD">
              <w:t>Adresa</w:t>
            </w:r>
          </w:p>
        </w:tc>
        <w:tc>
          <w:tcPr>
            <w:tcW w:w="5812" w:type="dxa"/>
          </w:tcPr>
          <w:p w14:paraId="7E7A1DC8"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2D2B7D18"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71E6B20C" w14:textId="77777777" w:rsidR="00F13E14" w:rsidRPr="00F95FBD" w:rsidRDefault="00F13E14" w:rsidP="00377C2B">
            <w:pPr>
              <w:pStyle w:val="Tabulka"/>
            </w:pPr>
            <w:r w:rsidRPr="00F95FBD">
              <w:t>E-mail</w:t>
            </w:r>
          </w:p>
        </w:tc>
        <w:tc>
          <w:tcPr>
            <w:tcW w:w="5812" w:type="dxa"/>
          </w:tcPr>
          <w:p w14:paraId="3A49681A"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66584C86"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786ADEC7" w14:textId="77777777" w:rsidR="00F13E14" w:rsidRPr="00F95FBD" w:rsidRDefault="00F13E14" w:rsidP="00377C2B">
            <w:pPr>
              <w:pStyle w:val="Tabulka"/>
            </w:pPr>
            <w:r w:rsidRPr="00F95FBD">
              <w:t>Telefon</w:t>
            </w:r>
          </w:p>
        </w:tc>
        <w:tc>
          <w:tcPr>
            <w:tcW w:w="5812" w:type="dxa"/>
          </w:tcPr>
          <w:p w14:paraId="36F16910"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C4398" w14:textId="77777777" w:rsidR="00F13E14" w:rsidRDefault="00F13E14" w:rsidP="00F13E14">
      <w:pPr>
        <w:pStyle w:val="Nadpistabulky"/>
        <w:rPr>
          <w:sz w:val="18"/>
          <w:szCs w:val="18"/>
        </w:rPr>
      </w:pPr>
    </w:p>
    <w:p w14:paraId="481FD2F6" w14:textId="445DD187" w:rsidR="00F13E14" w:rsidRPr="00F95FBD" w:rsidRDefault="00F13E14" w:rsidP="00F13E14">
      <w:pPr>
        <w:pStyle w:val="Nadpistabulky"/>
        <w:rPr>
          <w:sz w:val="18"/>
          <w:szCs w:val="18"/>
        </w:rPr>
      </w:pPr>
      <w:r>
        <w:rPr>
          <w:sz w:val="18"/>
          <w:szCs w:val="18"/>
        </w:rPr>
        <w:t>S</w:t>
      </w:r>
      <w:r w:rsidRPr="00CB1C6E">
        <w:rPr>
          <w:sz w:val="18"/>
          <w:szCs w:val="18"/>
        </w:rPr>
        <w:t xml:space="preserve">pecialista </w:t>
      </w:r>
      <w:r w:rsidR="00740C8D" w:rsidRPr="00740C8D">
        <w:rPr>
          <w:sz w:val="18"/>
          <w:szCs w:val="18"/>
        </w:rPr>
        <w:t>na statiku a dynamiku staveb</w:t>
      </w:r>
    </w:p>
    <w:tbl>
      <w:tblPr>
        <w:tblStyle w:val="Tabulka10"/>
        <w:tblW w:w="8868" w:type="dxa"/>
        <w:tblLook w:val="04A0" w:firstRow="1" w:lastRow="0" w:firstColumn="1" w:lastColumn="0" w:noHBand="0" w:noVBand="1"/>
      </w:tblPr>
      <w:tblGrid>
        <w:gridCol w:w="3056"/>
        <w:gridCol w:w="5812"/>
      </w:tblGrid>
      <w:tr w:rsidR="00F13E14" w:rsidRPr="00F95FBD" w14:paraId="3502D5F7" w14:textId="77777777" w:rsidTr="00377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ED10A5" w14:textId="77777777" w:rsidR="00F13E14" w:rsidRPr="00F95FBD" w:rsidRDefault="00F13E14" w:rsidP="00377C2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CA44549" w14:textId="77777777" w:rsidR="00F13E14" w:rsidRPr="00F95FBD" w:rsidRDefault="00F13E14" w:rsidP="00377C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13E14" w:rsidRPr="00F95FBD" w14:paraId="49F8D5CC"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48D73368" w14:textId="77777777" w:rsidR="00F13E14" w:rsidRPr="00F95FBD" w:rsidRDefault="00F13E14" w:rsidP="00377C2B">
            <w:pPr>
              <w:pStyle w:val="Tabulka"/>
            </w:pPr>
            <w:r w:rsidRPr="00F95FBD">
              <w:t>Adresa</w:t>
            </w:r>
          </w:p>
        </w:tc>
        <w:tc>
          <w:tcPr>
            <w:tcW w:w="5812" w:type="dxa"/>
          </w:tcPr>
          <w:p w14:paraId="02DBEBFC"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57BDA168"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6A2ED63D" w14:textId="77777777" w:rsidR="00F13E14" w:rsidRPr="00F95FBD" w:rsidRDefault="00F13E14" w:rsidP="00377C2B">
            <w:pPr>
              <w:pStyle w:val="Tabulka"/>
            </w:pPr>
            <w:r w:rsidRPr="00F95FBD">
              <w:t>E-mail</w:t>
            </w:r>
          </w:p>
        </w:tc>
        <w:tc>
          <w:tcPr>
            <w:tcW w:w="5812" w:type="dxa"/>
          </w:tcPr>
          <w:p w14:paraId="21DDDEEB"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0DC6D4A7"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20E5E9ED" w14:textId="77777777" w:rsidR="00F13E14" w:rsidRPr="00F95FBD" w:rsidRDefault="00F13E14" w:rsidP="00377C2B">
            <w:pPr>
              <w:pStyle w:val="Tabulka"/>
            </w:pPr>
            <w:r w:rsidRPr="00F95FBD">
              <w:t>Telefon</w:t>
            </w:r>
          </w:p>
        </w:tc>
        <w:tc>
          <w:tcPr>
            <w:tcW w:w="5812" w:type="dxa"/>
          </w:tcPr>
          <w:p w14:paraId="2F4BE617"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1EECCE" w14:textId="77777777" w:rsidR="00F13E14" w:rsidRDefault="00F13E14" w:rsidP="00F13E14">
      <w:pPr>
        <w:pStyle w:val="Nadpistabulky"/>
        <w:rPr>
          <w:sz w:val="18"/>
          <w:szCs w:val="18"/>
        </w:rPr>
      </w:pPr>
    </w:p>
    <w:p w14:paraId="1C7EF11A" w14:textId="4891A938" w:rsidR="00F13E14" w:rsidRPr="00F95FBD" w:rsidRDefault="00F13E14" w:rsidP="00F13E14">
      <w:pPr>
        <w:pStyle w:val="Nadpistabulky"/>
        <w:rPr>
          <w:sz w:val="18"/>
          <w:szCs w:val="18"/>
        </w:rPr>
      </w:pPr>
      <w:r>
        <w:rPr>
          <w:sz w:val="18"/>
          <w:szCs w:val="18"/>
        </w:rPr>
        <w:t>S</w:t>
      </w:r>
      <w:r w:rsidRPr="00CB1C6E">
        <w:rPr>
          <w:sz w:val="18"/>
          <w:szCs w:val="18"/>
        </w:rPr>
        <w:t xml:space="preserve">pecialista </w:t>
      </w:r>
      <w:r w:rsidR="00740C8D" w:rsidRPr="00740C8D">
        <w:rPr>
          <w:sz w:val="18"/>
          <w:szCs w:val="18"/>
        </w:rPr>
        <w:t>na požární bezpečnost</w:t>
      </w:r>
    </w:p>
    <w:tbl>
      <w:tblPr>
        <w:tblStyle w:val="Tabulka10"/>
        <w:tblW w:w="8868" w:type="dxa"/>
        <w:tblLook w:val="04A0" w:firstRow="1" w:lastRow="0" w:firstColumn="1" w:lastColumn="0" w:noHBand="0" w:noVBand="1"/>
      </w:tblPr>
      <w:tblGrid>
        <w:gridCol w:w="3056"/>
        <w:gridCol w:w="5812"/>
      </w:tblGrid>
      <w:tr w:rsidR="00F13E14" w:rsidRPr="00F95FBD" w14:paraId="42C30A76" w14:textId="77777777" w:rsidTr="00377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F436DB" w14:textId="77777777" w:rsidR="00F13E14" w:rsidRPr="00F95FBD" w:rsidRDefault="00F13E14" w:rsidP="00377C2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FE9432E" w14:textId="77777777" w:rsidR="00F13E14" w:rsidRPr="00F95FBD" w:rsidRDefault="00F13E14" w:rsidP="00377C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13E14" w:rsidRPr="00F95FBD" w14:paraId="03EB7159"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4F752709" w14:textId="77777777" w:rsidR="00F13E14" w:rsidRPr="00F95FBD" w:rsidRDefault="00F13E14" w:rsidP="00377C2B">
            <w:pPr>
              <w:pStyle w:val="Tabulka"/>
            </w:pPr>
            <w:r w:rsidRPr="00F95FBD">
              <w:t>Adresa</w:t>
            </w:r>
          </w:p>
        </w:tc>
        <w:tc>
          <w:tcPr>
            <w:tcW w:w="5812" w:type="dxa"/>
          </w:tcPr>
          <w:p w14:paraId="5C6759C3"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18A49C4F"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7A681F32" w14:textId="77777777" w:rsidR="00F13E14" w:rsidRPr="00F95FBD" w:rsidRDefault="00F13E14" w:rsidP="00377C2B">
            <w:pPr>
              <w:pStyle w:val="Tabulka"/>
            </w:pPr>
            <w:r w:rsidRPr="00F95FBD">
              <w:t>E-mail</w:t>
            </w:r>
          </w:p>
        </w:tc>
        <w:tc>
          <w:tcPr>
            <w:tcW w:w="5812" w:type="dxa"/>
          </w:tcPr>
          <w:p w14:paraId="0781C664"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6380FCA4"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7E0D3C17" w14:textId="77777777" w:rsidR="00F13E14" w:rsidRPr="00F95FBD" w:rsidRDefault="00F13E14" w:rsidP="00377C2B">
            <w:pPr>
              <w:pStyle w:val="Tabulka"/>
            </w:pPr>
            <w:r w:rsidRPr="00F95FBD">
              <w:t>Telefon</w:t>
            </w:r>
          </w:p>
        </w:tc>
        <w:tc>
          <w:tcPr>
            <w:tcW w:w="5812" w:type="dxa"/>
          </w:tcPr>
          <w:p w14:paraId="5CC743CD"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BE8FF0" w14:textId="77777777" w:rsidR="00F13E14" w:rsidRDefault="00F13E14" w:rsidP="00F13E14">
      <w:pPr>
        <w:pStyle w:val="Nadpistabulky"/>
        <w:rPr>
          <w:sz w:val="18"/>
          <w:szCs w:val="18"/>
        </w:rPr>
      </w:pPr>
    </w:p>
    <w:p w14:paraId="4514C670" w14:textId="264DD4E8" w:rsidR="009743FE" w:rsidRPr="009743FE" w:rsidRDefault="009743FE" w:rsidP="009743FE">
      <w:pPr>
        <w:pStyle w:val="Odrka1-2-"/>
        <w:numPr>
          <w:ilvl w:val="0"/>
          <w:numId w:val="0"/>
        </w:numPr>
        <w:rPr>
          <w:b/>
          <w:bCs/>
          <w:u w:val="single"/>
        </w:rPr>
      </w:pPr>
      <w:r w:rsidRPr="00B2011C">
        <w:rPr>
          <w:b/>
          <w:bCs/>
          <w:u w:val="single"/>
        </w:rPr>
        <w:t xml:space="preserve">Tým </w:t>
      </w:r>
      <w:r w:rsidRPr="00EF6531">
        <w:rPr>
          <w:b/>
          <w:bCs/>
          <w:u w:val="single"/>
        </w:rPr>
        <w:t>specialistů pro stavební práce</w:t>
      </w:r>
      <w:r w:rsidRPr="00B2011C">
        <w:rPr>
          <w:b/>
          <w:bCs/>
          <w:u w:val="single"/>
        </w:rPr>
        <w:t>:</w:t>
      </w:r>
    </w:p>
    <w:p w14:paraId="3F99D91F" w14:textId="48D00060" w:rsidR="00F13E14" w:rsidRPr="00F95FBD" w:rsidRDefault="00F13E14" w:rsidP="00F13E14">
      <w:pPr>
        <w:pStyle w:val="Nadpistabulky"/>
        <w:rPr>
          <w:sz w:val="18"/>
          <w:szCs w:val="18"/>
        </w:rPr>
      </w:pPr>
      <w:r>
        <w:rPr>
          <w:sz w:val="18"/>
          <w:szCs w:val="18"/>
        </w:rPr>
        <w:t>S</w:t>
      </w:r>
      <w:r w:rsidR="00740C8D">
        <w:rPr>
          <w:sz w:val="18"/>
          <w:szCs w:val="18"/>
        </w:rPr>
        <w:t>tavbyvedoucí</w:t>
      </w:r>
    </w:p>
    <w:tbl>
      <w:tblPr>
        <w:tblStyle w:val="Tabulka10"/>
        <w:tblW w:w="8868" w:type="dxa"/>
        <w:tblLook w:val="04A0" w:firstRow="1" w:lastRow="0" w:firstColumn="1" w:lastColumn="0" w:noHBand="0" w:noVBand="1"/>
      </w:tblPr>
      <w:tblGrid>
        <w:gridCol w:w="3056"/>
        <w:gridCol w:w="5812"/>
      </w:tblGrid>
      <w:tr w:rsidR="00F13E14" w:rsidRPr="00F95FBD" w14:paraId="16ED6EE8" w14:textId="77777777" w:rsidTr="00377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2B43EB" w14:textId="77777777" w:rsidR="00F13E14" w:rsidRPr="00F95FBD" w:rsidRDefault="00F13E14" w:rsidP="00377C2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2D9570C" w14:textId="77777777" w:rsidR="00F13E14" w:rsidRPr="00F95FBD" w:rsidRDefault="00F13E14" w:rsidP="00377C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13E14" w:rsidRPr="00F95FBD" w14:paraId="0EE5DF2D"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2DC48463" w14:textId="77777777" w:rsidR="00F13E14" w:rsidRPr="00F95FBD" w:rsidRDefault="00F13E14" w:rsidP="00377C2B">
            <w:pPr>
              <w:pStyle w:val="Tabulka"/>
            </w:pPr>
            <w:r w:rsidRPr="00F95FBD">
              <w:t>Adresa</w:t>
            </w:r>
          </w:p>
        </w:tc>
        <w:tc>
          <w:tcPr>
            <w:tcW w:w="5812" w:type="dxa"/>
          </w:tcPr>
          <w:p w14:paraId="67179617"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414EF75A"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23AF8DA0" w14:textId="77777777" w:rsidR="00F13E14" w:rsidRPr="00F95FBD" w:rsidRDefault="00F13E14" w:rsidP="00377C2B">
            <w:pPr>
              <w:pStyle w:val="Tabulka"/>
            </w:pPr>
            <w:r w:rsidRPr="00F95FBD">
              <w:t>E-mail</w:t>
            </w:r>
          </w:p>
        </w:tc>
        <w:tc>
          <w:tcPr>
            <w:tcW w:w="5812" w:type="dxa"/>
          </w:tcPr>
          <w:p w14:paraId="20D90985"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57389260"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0D740ED7" w14:textId="77777777" w:rsidR="00F13E14" w:rsidRPr="00F95FBD" w:rsidRDefault="00F13E14" w:rsidP="00377C2B">
            <w:pPr>
              <w:pStyle w:val="Tabulka"/>
            </w:pPr>
            <w:r w:rsidRPr="00F95FBD">
              <w:t>Telefon</w:t>
            </w:r>
          </w:p>
        </w:tc>
        <w:tc>
          <w:tcPr>
            <w:tcW w:w="5812" w:type="dxa"/>
          </w:tcPr>
          <w:p w14:paraId="386A0B19"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D06425" w14:textId="77777777" w:rsidR="00F13E14" w:rsidRDefault="00F13E14" w:rsidP="00F13E14">
      <w:pPr>
        <w:pStyle w:val="Nadpistabulky"/>
        <w:rPr>
          <w:sz w:val="18"/>
          <w:szCs w:val="18"/>
        </w:rPr>
      </w:pPr>
    </w:p>
    <w:p w14:paraId="07588FA7" w14:textId="44DE5822" w:rsidR="00F13E14" w:rsidRPr="00F95FBD" w:rsidRDefault="00F13E14" w:rsidP="00F13E14">
      <w:pPr>
        <w:pStyle w:val="Nadpistabulky"/>
        <w:rPr>
          <w:sz w:val="18"/>
          <w:szCs w:val="18"/>
        </w:rPr>
      </w:pPr>
      <w:r>
        <w:rPr>
          <w:sz w:val="18"/>
          <w:szCs w:val="18"/>
        </w:rPr>
        <w:t>S</w:t>
      </w:r>
      <w:r w:rsidRPr="00CB1C6E">
        <w:rPr>
          <w:sz w:val="18"/>
          <w:szCs w:val="18"/>
        </w:rPr>
        <w:t xml:space="preserve">pecialista </w:t>
      </w:r>
      <w:r w:rsidR="00740C8D" w:rsidRPr="00740C8D">
        <w:rPr>
          <w:sz w:val="18"/>
          <w:szCs w:val="18"/>
        </w:rPr>
        <w:t>(vedoucí prací) na pozemní stavby-zástupce stavbyvedoucího</w:t>
      </w:r>
    </w:p>
    <w:tbl>
      <w:tblPr>
        <w:tblStyle w:val="Tabulka10"/>
        <w:tblW w:w="8868" w:type="dxa"/>
        <w:tblLook w:val="04A0" w:firstRow="1" w:lastRow="0" w:firstColumn="1" w:lastColumn="0" w:noHBand="0" w:noVBand="1"/>
      </w:tblPr>
      <w:tblGrid>
        <w:gridCol w:w="3056"/>
        <w:gridCol w:w="5812"/>
      </w:tblGrid>
      <w:tr w:rsidR="00F13E14" w:rsidRPr="00F95FBD" w14:paraId="2D496BD6" w14:textId="77777777" w:rsidTr="00377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8BB2B0" w14:textId="77777777" w:rsidR="00F13E14" w:rsidRPr="00F95FBD" w:rsidRDefault="00F13E14" w:rsidP="00377C2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952EC8A" w14:textId="77777777" w:rsidR="00F13E14" w:rsidRPr="00F95FBD" w:rsidRDefault="00F13E14" w:rsidP="00377C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13E14" w:rsidRPr="00F95FBD" w14:paraId="0287C36A"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74BAB453" w14:textId="77777777" w:rsidR="00F13E14" w:rsidRPr="00F95FBD" w:rsidRDefault="00F13E14" w:rsidP="00377C2B">
            <w:pPr>
              <w:pStyle w:val="Tabulka"/>
            </w:pPr>
            <w:r w:rsidRPr="00F95FBD">
              <w:t>Adresa</w:t>
            </w:r>
          </w:p>
        </w:tc>
        <w:tc>
          <w:tcPr>
            <w:tcW w:w="5812" w:type="dxa"/>
          </w:tcPr>
          <w:p w14:paraId="39A4CE36"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25FDB4F1"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2D606C29" w14:textId="77777777" w:rsidR="00F13E14" w:rsidRPr="00F95FBD" w:rsidRDefault="00F13E14" w:rsidP="00377C2B">
            <w:pPr>
              <w:pStyle w:val="Tabulka"/>
            </w:pPr>
            <w:r w:rsidRPr="00F95FBD">
              <w:t>E-mail</w:t>
            </w:r>
          </w:p>
        </w:tc>
        <w:tc>
          <w:tcPr>
            <w:tcW w:w="5812" w:type="dxa"/>
          </w:tcPr>
          <w:p w14:paraId="672232A4"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3E14" w:rsidRPr="00F95FBD" w14:paraId="17113895"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11134297" w14:textId="77777777" w:rsidR="00F13E14" w:rsidRPr="00F95FBD" w:rsidRDefault="00F13E14" w:rsidP="00377C2B">
            <w:pPr>
              <w:pStyle w:val="Tabulka"/>
            </w:pPr>
            <w:r w:rsidRPr="00F95FBD">
              <w:t>Telefon</w:t>
            </w:r>
          </w:p>
        </w:tc>
        <w:tc>
          <w:tcPr>
            <w:tcW w:w="5812" w:type="dxa"/>
          </w:tcPr>
          <w:p w14:paraId="2AEE67CF" w14:textId="77777777" w:rsidR="00F13E14" w:rsidRPr="00F95FBD" w:rsidRDefault="00F13E1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6D483B" w14:textId="77777777" w:rsidR="00DF2BFF" w:rsidRDefault="00DF2BFF" w:rsidP="00DF2BFF">
      <w:pPr>
        <w:pStyle w:val="Tabulka"/>
      </w:pPr>
    </w:p>
    <w:p w14:paraId="7E78DB7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lastRenderedPageBreak/>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7C1EF6BC" w:rsidR="00165977" w:rsidRPr="00F95FBD" w:rsidRDefault="007C5289" w:rsidP="00165977">
      <w:pPr>
        <w:pStyle w:val="Nadpistabulky"/>
        <w:rPr>
          <w:sz w:val="18"/>
          <w:szCs w:val="18"/>
        </w:rPr>
      </w:pPr>
      <w:r w:rsidRPr="00F95FBD">
        <w:rPr>
          <w:sz w:val="18"/>
          <w:szCs w:val="18"/>
        </w:rPr>
        <w:t xml:space="preserve">Specialista </w:t>
      </w:r>
      <w:r w:rsidR="00857C44" w:rsidRPr="00857C44">
        <w:rPr>
          <w:sz w:val="18"/>
          <w:szCs w:val="18"/>
        </w:rPr>
        <w:t>(vedoucí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302D2" w14:textId="77777777" w:rsidR="00165977" w:rsidRDefault="00165977" w:rsidP="00165977">
      <w:pPr>
        <w:pStyle w:val="Tabulka"/>
      </w:pPr>
    </w:p>
    <w:p w14:paraId="5CC93153" w14:textId="662A2F77" w:rsidR="00857C44" w:rsidRPr="00F95FBD" w:rsidRDefault="00857C44" w:rsidP="00857C44">
      <w:pPr>
        <w:pStyle w:val="Nadpistabulky"/>
        <w:rPr>
          <w:sz w:val="18"/>
          <w:szCs w:val="18"/>
        </w:rPr>
      </w:pPr>
      <w:r w:rsidRPr="00F95FBD">
        <w:rPr>
          <w:sz w:val="18"/>
          <w:szCs w:val="18"/>
        </w:rPr>
        <w:t xml:space="preserve">Specialista </w:t>
      </w:r>
      <w:r w:rsidRPr="00857C44">
        <w:rPr>
          <w:sz w:val="18"/>
          <w:szCs w:val="18"/>
        </w:rPr>
        <w:t xml:space="preserve">(vedoucí prací) na technická zařízení budov – </w:t>
      </w:r>
      <w:r>
        <w:rPr>
          <w:sz w:val="18"/>
          <w:szCs w:val="18"/>
        </w:rPr>
        <w:t>zdravotní technika</w:t>
      </w:r>
    </w:p>
    <w:tbl>
      <w:tblPr>
        <w:tblStyle w:val="Tabulka10"/>
        <w:tblW w:w="8868" w:type="dxa"/>
        <w:tblLook w:val="04A0" w:firstRow="1" w:lastRow="0" w:firstColumn="1" w:lastColumn="0" w:noHBand="0" w:noVBand="1"/>
      </w:tblPr>
      <w:tblGrid>
        <w:gridCol w:w="3056"/>
        <w:gridCol w:w="5812"/>
      </w:tblGrid>
      <w:tr w:rsidR="00857C44" w:rsidRPr="00F95FBD" w14:paraId="3094F416" w14:textId="77777777" w:rsidTr="00377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61725" w14:textId="77777777" w:rsidR="00857C44" w:rsidRPr="00F95FBD" w:rsidRDefault="00857C44" w:rsidP="00377C2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6629FB0" w14:textId="77777777" w:rsidR="00857C44" w:rsidRPr="00F95FBD" w:rsidRDefault="00857C44" w:rsidP="00377C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57C44" w:rsidRPr="00F95FBD" w14:paraId="5C024BF7"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5D64BEF7" w14:textId="77777777" w:rsidR="00857C44" w:rsidRPr="00F95FBD" w:rsidRDefault="00857C44" w:rsidP="00377C2B">
            <w:pPr>
              <w:pStyle w:val="Tabulka"/>
            </w:pPr>
            <w:r w:rsidRPr="00F95FBD">
              <w:t>Adresa</w:t>
            </w:r>
          </w:p>
        </w:tc>
        <w:tc>
          <w:tcPr>
            <w:tcW w:w="5812" w:type="dxa"/>
          </w:tcPr>
          <w:p w14:paraId="7CFEF4CD" w14:textId="77777777" w:rsidR="00857C44" w:rsidRPr="00F95FBD" w:rsidRDefault="00857C4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7C44" w:rsidRPr="00F95FBD" w14:paraId="19BD55C4"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5F29275C" w14:textId="77777777" w:rsidR="00857C44" w:rsidRPr="00F95FBD" w:rsidRDefault="00857C44" w:rsidP="00377C2B">
            <w:pPr>
              <w:pStyle w:val="Tabulka"/>
            </w:pPr>
            <w:r w:rsidRPr="00F95FBD">
              <w:t>E-mail</w:t>
            </w:r>
          </w:p>
        </w:tc>
        <w:tc>
          <w:tcPr>
            <w:tcW w:w="5812" w:type="dxa"/>
          </w:tcPr>
          <w:p w14:paraId="48D7CC16" w14:textId="77777777" w:rsidR="00857C44" w:rsidRPr="00F95FBD" w:rsidRDefault="00857C4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7C44" w:rsidRPr="00F95FBD" w14:paraId="5E2842B2"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0F8FF7A7" w14:textId="77777777" w:rsidR="00857C44" w:rsidRPr="00F95FBD" w:rsidRDefault="00857C44" w:rsidP="00377C2B">
            <w:pPr>
              <w:pStyle w:val="Tabulka"/>
            </w:pPr>
            <w:r w:rsidRPr="00F95FBD">
              <w:t>Telefon</w:t>
            </w:r>
          </w:p>
        </w:tc>
        <w:tc>
          <w:tcPr>
            <w:tcW w:w="5812" w:type="dxa"/>
          </w:tcPr>
          <w:p w14:paraId="211C8508" w14:textId="77777777" w:rsidR="00857C44" w:rsidRPr="00F95FBD" w:rsidRDefault="00857C4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F652E" w14:textId="77777777" w:rsidR="00857C44" w:rsidRPr="00F95FBD" w:rsidRDefault="00857C44" w:rsidP="00165977">
      <w:pPr>
        <w:pStyle w:val="Tabulka"/>
      </w:pPr>
    </w:p>
    <w:p w14:paraId="2C9015B8" w14:textId="314B6E5A" w:rsidR="00165977" w:rsidRPr="00F95FBD" w:rsidRDefault="007C5289" w:rsidP="00165977">
      <w:pPr>
        <w:pStyle w:val="Nadpistabulky"/>
        <w:rPr>
          <w:sz w:val="18"/>
          <w:szCs w:val="18"/>
        </w:rPr>
      </w:pPr>
      <w:r w:rsidRPr="00F95FBD">
        <w:rPr>
          <w:sz w:val="18"/>
          <w:szCs w:val="18"/>
        </w:rPr>
        <w:t xml:space="preserve">Specialista </w:t>
      </w:r>
      <w:r w:rsidR="00857C44" w:rsidRPr="00857C44">
        <w:rPr>
          <w:sz w:val="18"/>
          <w:szCs w:val="18"/>
        </w:rPr>
        <w:t>(vedoucí prací) 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6FD25A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9E0F1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0B661C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01A7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DB2BDE" w14:textId="77777777" w:rsidR="00165977" w:rsidRPr="00F95FBD" w:rsidRDefault="00165977" w:rsidP="00165977">
            <w:pPr>
              <w:pStyle w:val="Tabulka"/>
            </w:pPr>
            <w:r w:rsidRPr="00F95FBD">
              <w:t>Adresa</w:t>
            </w:r>
          </w:p>
        </w:tc>
        <w:tc>
          <w:tcPr>
            <w:tcW w:w="5812" w:type="dxa"/>
          </w:tcPr>
          <w:p w14:paraId="3A2EEB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67CC0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7ACE32" w14:textId="77777777" w:rsidR="00165977" w:rsidRPr="00F95FBD" w:rsidRDefault="00165977" w:rsidP="00165977">
            <w:pPr>
              <w:pStyle w:val="Tabulka"/>
            </w:pPr>
            <w:r w:rsidRPr="00F95FBD">
              <w:t>E-mail</w:t>
            </w:r>
          </w:p>
        </w:tc>
        <w:tc>
          <w:tcPr>
            <w:tcW w:w="5812" w:type="dxa"/>
          </w:tcPr>
          <w:p w14:paraId="51451C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2E16E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0B7207" w14:textId="77777777" w:rsidR="00165977" w:rsidRPr="00F95FBD" w:rsidRDefault="00165977" w:rsidP="00165977">
            <w:pPr>
              <w:pStyle w:val="Tabulka"/>
            </w:pPr>
            <w:r w:rsidRPr="00F95FBD">
              <w:t>Telefon</w:t>
            </w:r>
          </w:p>
        </w:tc>
        <w:tc>
          <w:tcPr>
            <w:tcW w:w="5812" w:type="dxa"/>
          </w:tcPr>
          <w:p w14:paraId="72223A9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C14E09" w14:textId="77777777" w:rsidR="00857C44" w:rsidRDefault="00857C44" w:rsidP="00857C44">
      <w:pPr>
        <w:pStyle w:val="Nadpistabulky"/>
        <w:rPr>
          <w:sz w:val="18"/>
          <w:szCs w:val="18"/>
        </w:rPr>
      </w:pPr>
    </w:p>
    <w:p w14:paraId="0544A084" w14:textId="617D7589" w:rsidR="00857C44" w:rsidRPr="00F95FBD" w:rsidRDefault="00857C44" w:rsidP="00857C44">
      <w:pPr>
        <w:pStyle w:val="Nadpistabulky"/>
        <w:rPr>
          <w:sz w:val="18"/>
          <w:szCs w:val="18"/>
        </w:rPr>
      </w:pPr>
      <w:r>
        <w:rPr>
          <w:sz w:val="18"/>
          <w:szCs w:val="18"/>
        </w:rPr>
        <w:t>O</w:t>
      </w:r>
      <w:r w:rsidRPr="00857C44">
        <w:rPr>
          <w:sz w:val="18"/>
          <w:szCs w:val="18"/>
        </w:rPr>
        <w:t>soba odpovědná za požární bezpečnost staveb</w:t>
      </w:r>
    </w:p>
    <w:tbl>
      <w:tblPr>
        <w:tblStyle w:val="Tabulka10"/>
        <w:tblW w:w="8868" w:type="dxa"/>
        <w:tblLook w:val="04A0" w:firstRow="1" w:lastRow="0" w:firstColumn="1" w:lastColumn="0" w:noHBand="0" w:noVBand="1"/>
      </w:tblPr>
      <w:tblGrid>
        <w:gridCol w:w="3056"/>
        <w:gridCol w:w="5812"/>
      </w:tblGrid>
      <w:tr w:rsidR="00857C44" w:rsidRPr="00F95FBD" w14:paraId="7423079F" w14:textId="77777777" w:rsidTr="00377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CE8F84" w14:textId="77777777" w:rsidR="00857C44" w:rsidRPr="00F95FBD" w:rsidRDefault="00857C44" w:rsidP="00377C2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649131" w14:textId="77777777" w:rsidR="00857C44" w:rsidRPr="00F95FBD" w:rsidRDefault="00857C44" w:rsidP="00377C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57C44" w:rsidRPr="00F95FBD" w14:paraId="7296C771"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7EE864A8" w14:textId="77777777" w:rsidR="00857C44" w:rsidRPr="00F95FBD" w:rsidRDefault="00857C44" w:rsidP="00377C2B">
            <w:pPr>
              <w:pStyle w:val="Tabulka"/>
            </w:pPr>
            <w:r w:rsidRPr="00F95FBD">
              <w:t>Adresa</w:t>
            </w:r>
          </w:p>
        </w:tc>
        <w:tc>
          <w:tcPr>
            <w:tcW w:w="5812" w:type="dxa"/>
          </w:tcPr>
          <w:p w14:paraId="346A71A6" w14:textId="77777777" w:rsidR="00857C44" w:rsidRPr="00F95FBD" w:rsidRDefault="00857C4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7C44" w:rsidRPr="00F95FBD" w14:paraId="4B6A07E0"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1D6E2799" w14:textId="77777777" w:rsidR="00857C44" w:rsidRPr="00F95FBD" w:rsidRDefault="00857C44" w:rsidP="00377C2B">
            <w:pPr>
              <w:pStyle w:val="Tabulka"/>
            </w:pPr>
            <w:r w:rsidRPr="00F95FBD">
              <w:t>E-mail</w:t>
            </w:r>
          </w:p>
        </w:tc>
        <w:tc>
          <w:tcPr>
            <w:tcW w:w="5812" w:type="dxa"/>
          </w:tcPr>
          <w:p w14:paraId="25F1E1A4" w14:textId="77777777" w:rsidR="00857C44" w:rsidRPr="00F95FBD" w:rsidRDefault="00857C4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7C44" w:rsidRPr="00F95FBD" w14:paraId="4A283A37"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3DBCF82A" w14:textId="77777777" w:rsidR="00857C44" w:rsidRPr="00F95FBD" w:rsidRDefault="00857C44" w:rsidP="00377C2B">
            <w:pPr>
              <w:pStyle w:val="Tabulka"/>
            </w:pPr>
            <w:r w:rsidRPr="00F95FBD">
              <w:t>Telefon</w:t>
            </w:r>
          </w:p>
        </w:tc>
        <w:tc>
          <w:tcPr>
            <w:tcW w:w="5812" w:type="dxa"/>
          </w:tcPr>
          <w:p w14:paraId="15892A4B" w14:textId="4C39E79E" w:rsidR="00857C44" w:rsidRPr="00F95FBD" w:rsidRDefault="00857C4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36AEA5" w14:textId="77777777" w:rsidR="00857C44" w:rsidRDefault="00857C44" w:rsidP="00857C44">
      <w:pPr>
        <w:pStyle w:val="Nadpistabulky"/>
        <w:pBdr>
          <w:top w:val="single" w:sz="12" w:space="0" w:color="00A1E0" w:themeColor="accent3"/>
        </w:pBdr>
        <w:rPr>
          <w:sz w:val="18"/>
          <w:szCs w:val="18"/>
        </w:rPr>
      </w:pPr>
    </w:p>
    <w:p w14:paraId="375EB7DD" w14:textId="449E1BBC" w:rsidR="00857C44" w:rsidRPr="00F95FBD" w:rsidRDefault="00857C44" w:rsidP="00857C44">
      <w:pPr>
        <w:pStyle w:val="Nadpistabulky"/>
        <w:pBdr>
          <w:top w:val="single" w:sz="12" w:space="0" w:color="00A1E0" w:themeColor="accent3"/>
        </w:pBdr>
        <w:rPr>
          <w:sz w:val="18"/>
          <w:szCs w:val="18"/>
        </w:rPr>
      </w:pPr>
      <w:r>
        <w:rPr>
          <w:sz w:val="18"/>
          <w:szCs w:val="18"/>
        </w:rPr>
        <w:t>O</w:t>
      </w:r>
      <w:r w:rsidRPr="00857C44">
        <w:rPr>
          <w:sz w:val="18"/>
          <w:szCs w:val="18"/>
        </w:rPr>
        <w:t>soba odpovědná za statiku a dynamiku staveb</w:t>
      </w:r>
    </w:p>
    <w:tbl>
      <w:tblPr>
        <w:tblStyle w:val="Tabulka10"/>
        <w:tblW w:w="8868" w:type="dxa"/>
        <w:tblLook w:val="04A0" w:firstRow="1" w:lastRow="0" w:firstColumn="1" w:lastColumn="0" w:noHBand="0" w:noVBand="1"/>
      </w:tblPr>
      <w:tblGrid>
        <w:gridCol w:w="3056"/>
        <w:gridCol w:w="5812"/>
      </w:tblGrid>
      <w:tr w:rsidR="00857C44" w:rsidRPr="00F95FBD" w14:paraId="6798135E" w14:textId="77777777" w:rsidTr="00377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C06689" w14:textId="77777777" w:rsidR="00857C44" w:rsidRPr="00F95FBD" w:rsidRDefault="00857C44" w:rsidP="00377C2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B2A7A06" w14:textId="77777777" w:rsidR="00857C44" w:rsidRPr="00F95FBD" w:rsidRDefault="00857C44" w:rsidP="00377C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57C44" w:rsidRPr="00F95FBD" w14:paraId="7BB62158"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502BD929" w14:textId="77777777" w:rsidR="00857C44" w:rsidRPr="00F95FBD" w:rsidRDefault="00857C44" w:rsidP="00377C2B">
            <w:pPr>
              <w:pStyle w:val="Tabulka"/>
            </w:pPr>
            <w:r w:rsidRPr="00F95FBD">
              <w:t>Adresa</w:t>
            </w:r>
          </w:p>
        </w:tc>
        <w:tc>
          <w:tcPr>
            <w:tcW w:w="5812" w:type="dxa"/>
          </w:tcPr>
          <w:p w14:paraId="3D36D5D5" w14:textId="77777777" w:rsidR="00857C44" w:rsidRPr="00F95FBD" w:rsidRDefault="00857C4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7C44" w:rsidRPr="00F95FBD" w14:paraId="58623D62"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152A2C6D" w14:textId="77777777" w:rsidR="00857C44" w:rsidRPr="00F95FBD" w:rsidRDefault="00857C44" w:rsidP="00377C2B">
            <w:pPr>
              <w:pStyle w:val="Tabulka"/>
            </w:pPr>
            <w:r w:rsidRPr="00F95FBD">
              <w:t>E-mail</w:t>
            </w:r>
          </w:p>
        </w:tc>
        <w:tc>
          <w:tcPr>
            <w:tcW w:w="5812" w:type="dxa"/>
          </w:tcPr>
          <w:p w14:paraId="0DF70407" w14:textId="77777777" w:rsidR="00857C44" w:rsidRPr="00F95FBD" w:rsidRDefault="00857C4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7C44" w:rsidRPr="00F95FBD" w14:paraId="011E510C" w14:textId="77777777" w:rsidTr="00377C2B">
        <w:tc>
          <w:tcPr>
            <w:cnfStyle w:val="001000000000" w:firstRow="0" w:lastRow="0" w:firstColumn="1" w:lastColumn="0" w:oddVBand="0" w:evenVBand="0" w:oddHBand="0" w:evenHBand="0" w:firstRowFirstColumn="0" w:firstRowLastColumn="0" w:lastRowFirstColumn="0" w:lastRowLastColumn="0"/>
            <w:tcW w:w="3056" w:type="dxa"/>
          </w:tcPr>
          <w:p w14:paraId="4BD9C552" w14:textId="77777777" w:rsidR="00857C44" w:rsidRPr="00F95FBD" w:rsidRDefault="00857C44" w:rsidP="00377C2B">
            <w:pPr>
              <w:pStyle w:val="Tabulka"/>
            </w:pPr>
            <w:r w:rsidRPr="00F95FBD">
              <w:t>Telefon</w:t>
            </w:r>
          </w:p>
        </w:tc>
        <w:tc>
          <w:tcPr>
            <w:tcW w:w="5812" w:type="dxa"/>
          </w:tcPr>
          <w:p w14:paraId="7C73CA21" w14:textId="77777777" w:rsidR="00857C44" w:rsidRPr="00F95FBD" w:rsidRDefault="00857C44" w:rsidP="00377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31A5B6" w14:textId="77777777" w:rsidR="00165977" w:rsidRPr="00F95FBD" w:rsidRDefault="00165977" w:rsidP="00165977">
      <w:pPr>
        <w:pStyle w:val="Tabulka"/>
      </w:pPr>
    </w:p>
    <w:p w14:paraId="78AF1260"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2B73CC2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60F63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5D29A3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8B9949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6CFF91" w14:textId="77777777" w:rsidR="00165977" w:rsidRPr="00F95FBD" w:rsidRDefault="00165977" w:rsidP="00165977">
            <w:pPr>
              <w:pStyle w:val="Tabulka"/>
            </w:pPr>
            <w:r w:rsidRPr="00F95FBD">
              <w:t>Adresa</w:t>
            </w:r>
          </w:p>
        </w:tc>
        <w:tc>
          <w:tcPr>
            <w:tcW w:w="5812" w:type="dxa"/>
          </w:tcPr>
          <w:p w14:paraId="3495250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CCF1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856C85" w14:textId="77777777" w:rsidR="00165977" w:rsidRPr="00F95FBD" w:rsidRDefault="00165977" w:rsidP="00165977">
            <w:pPr>
              <w:pStyle w:val="Tabulka"/>
            </w:pPr>
            <w:r w:rsidRPr="00F95FBD">
              <w:lastRenderedPageBreak/>
              <w:t>E-mail</w:t>
            </w:r>
          </w:p>
        </w:tc>
        <w:tc>
          <w:tcPr>
            <w:tcW w:w="5812" w:type="dxa"/>
          </w:tcPr>
          <w:p w14:paraId="33A10F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2F9F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52BC52" w14:textId="77777777" w:rsidR="00165977" w:rsidRPr="00F95FBD" w:rsidRDefault="00165977" w:rsidP="00165977">
            <w:pPr>
              <w:pStyle w:val="Tabulka"/>
            </w:pPr>
            <w:r w:rsidRPr="00F95FBD">
              <w:t>Telefon</w:t>
            </w:r>
          </w:p>
        </w:tc>
        <w:tc>
          <w:tcPr>
            <w:tcW w:w="5812" w:type="dxa"/>
          </w:tcPr>
          <w:p w14:paraId="520F4DF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C5661" w14:textId="77777777" w:rsidR="007C5289" w:rsidRPr="00F95FBD" w:rsidRDefault="007C5289" w:rsidP="007C5289">
      <w:pPr>
        <w:pStyle w:val="Tabulka"/>
      </w:pPr>
    </w:p>
    <w:p w14:paraId="448A86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3262596C"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01619BD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0D601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2C6D1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9F61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A47674" w14:textId="77777777" w:rsidR="007C5289" w:rsidRPr="00F95FBD" w:rsidRDefault="007C5289" w:rsidP="003149C0">
            <w:pPr>
              <w:pStyle w:val="Tabulka"/>
            </w:pPr>
            <w:r w:rsidRPr="00F95FBD">
              <w:t>Adresa</w:t>
            </w:r>
          </w:p>
        </w:tc>
        <w:tc>
          <w:tcPr>
            <w:tcW w:w="5812" w:type="dxa"/>
          </w:tcPr>
          <w:p w14:paraId="7860F07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741BB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DD56B5" w14:textId="77777777" w:rsidR="007C5289" w:rsidRPr="00F95FBD" w:rsidRDefault="007C5289" w:rsidP="003149C0">
            <w:pPr>
              <w:pStyle w:val="Tabulka"/>
            </w:pPr>
            <w:r w:rsidRPr="00F95FBD">
              <w:t>E-mail</w:t>
            </w:r>
          </w:p>
        </w:tc>
        <w:tc>
          <w:tcPr>
            <w:tcW w:w="5812" w:type="dxa"/>
          </w:tcPr>
          <w:p w14:paraId="3654335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A3E5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B9D774" w14:textId="77777777" w:rsidR="007C5289" w:rsidRPr="00F95FBD" w:rsidRDefault="007C5289" w:rsidP="003149C0">
            <w:pPr>
              <w:pStyle w:val="Tabulka"/>
            </w:pPr>
            <w:r w:rsidRPr="00F95FBD">
              <w:t>Telefon</w:t>
            </w:r>
          </w:p>
        </w:tc>
        <w:tc>
          <w:tcPr>
            <w:tcW w:w="5812" w:type="dxa"/>
          </w:tcPr>
          <w:p w14:paraId="678B36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2270E" w14:textId="77777777" w:rsidR="007C5289" w:rsidRPr="00F95FBD" w:rsidRDefault="007C5289" w:rsidP="007C5289">
      <w:pPr>
        <w:pStyle w:val="Tabulka"/>
      </w:pPr>
    </w:p>
    <w:p w14:paraId="01912D4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7D73E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3244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12D08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83726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7C5B32" w14:textId="77777777" w:rsidR="007C5289" w:rsidRPr="00F95FBD" w:rsidRDefault="007C5289" w:rsidP="003149C0">
            <w:pPr>
              <w:pStyle w:val="Tabulka"/>
            </w:pPr>
            <w:r w:rsidRPr="00F95FBD">
              <w:t>Adresa</w:t>
            </w:r>
          </w:p>
        </w:tc>
        <w:tc>
          <w:tcPr>
            <w:tcW w:w="5812" w:type="dxa"/>
          </w:tcPr>
          <w:p w14:paraId="48C3523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2E3C4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DA95F2" w14:textId="77777777" w:rsidR="007C5289" w:rsidRPr="00F95FBD" w:rsidRDefault="007C5289" w:rsidP="003149C0">
            <w:pPr>
              <w:pStyle w:val="Tabulka"/>
            </w:pPr>
            <w:r w:rsidRPr="00F95FBD">
              <w:t>E-mail</w:t>
            </w:r>
          </w:p>
        </w:tc>
        <w:tc>
          <w:tcPr>
            <w:tcW w:w="5812" w:type="dxa"/>
          </w:tcPr>
          <w:p w14:paraId="4AB73E7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04D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EEA7D9" w14:textId="77777777" w:rsidR="007C5289" w:rsidRPr="00F95FBD" w:rsidRDefault="007C5289" w:rsidP="003149C0">
            <w:pPr>
              <w:pStyle w:val="Tabulka"/>
            </w:pPr>
            <w:r w:rsidRPr="00F95FBD">
              <w:t>Telefon</w:t>
            </w:r>
          </w:p>
        </w:tc>
        <w:tc>
          <w:tcPr>
            <w:tcW w:w="5812" w:type="dxa"/>
          </w:tcPr>
          <w:p w14:paraId="2CA9FCA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F227F3" w14:textId="77777777" w:rsidR="007C5289" w:rsidRPr="00F95FBD" w:rsidRDefault="007C5289" w:rsidP="007C5289">
      <w:pPr>
        <w:pStyle w:val="Tabulka"/>
      </w:pPr>
    </w:p>
    <w:p w14:paraId="57F348AD" w14:textId="420BAE1D" w:rsidR="007C5289" w:rsidRPr="00F95FBD" w:rsidRDefault="00857C44" w:rsidP="007C5289">
      <w:pPr>
        <w:pStyle w:val="Nadpistabulky"/>
        <w:rPr>
          <w:sz w:val="18"/>
          <w:szCs w:val="18"/>
        </w:rPr>
      </w:pPr>
      <w:r>
        <w:rPr>
          <w:sz w:val="18"/>
          <w:szCs w:val="18"/>
        </w:rPr>
        <w:t>S</w:t>
      </w:r>
      <w:r w:rsidRPr="00857C44">
        <w:rPr>
          <w:sz w:val="18"/>
          <w:szCs w:val="18"/>
        </w:rPr>
        <w:t>pecialista/odborný zástupce pro dohled nad prováděním prací památkové péče</w:t>
      </w:r>
    </w:p>
    <w:tbl>
      <w:tblPr>
        <w:tblStyle w:val="Tabulka10"/>
        <w:tblW w:w="8868" w:type="dxa"/>
        <w:tblLook w:val="04A0" w:firstRow="1" w:lastRow="0" w:firstColumn="1" w:lastColumn="0" w:noHBand="0" w:noVBand="1"/>
      </w:tblPr>
      <w:tblGrid>
        <w:gridCol w:w="3056"/>
        <w:gridCol w:w="5812"/>
      </w:tblGrid>
      <w:tr w:rsidR="007C5289" w:rsidRPr="00F95FBD" w14:paraId="1E8B1F2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805E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47BF8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AE232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783E5" w14:textId="77777777" w:rsidR="007C5289" w:rsidRPr="00F95FBD" w:rsidRDefault="007C5289" w:rsidP="003149C0">
            <w:pPr>
              <w:pStyle w:val="Tabulka"/>
            </w:pPr>
            <w:r w:rsidRPr="00F95FBD">
              <w:t>Adresa</w:t>
            </w:r>
          </w:p>
        </w:tc>
        <w:tc>
          <w:tcPr>
            <w:tcW w:w="5812" w:type="dxa"/>
          </w:tcPr>
          <w:p w14:paraId="1ECBC8C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94AA6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C90751" w14:textId="77777777" w:rsidR="007C5289" w:rsidRPr="00F95FBD" w:rsidRDefault="007C5289" w:rsidP="003149C0">
            <w:pPr>
              <w:pStyle w:val="Tabulka"/>
            </w:pPr>
            <w:r w:rsidRPr="00F95FBD">
              <w:t>E-mail</w:t>
            </w:r>
          </w:p>
        </w:tc>
        <w:tc>
          <w:tcPr>
            <w:tcW w:w="5812" w:type="dxa"/>
          </w:tcPr>
          <w:p w14:paraId="152A78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10A5B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DFFBFD" w14:textId="77777777" w:rsidR="007C5289" w:rsidRPr="00F95FBD" w:rsidRDefault="007C5289" w:rsidP="003149C0">
            <w:pPr>
              <w:pStyle w:val="Tabulka"/>
            </w:pPr>
            <w:r w:rsidRPr="00F95FBD">
              <w:t>Telefon</w:t>
            </w:r>
          </w:p>
        </w:tc>
        <w:tc>
          <w:tcPr>
            <w:tcW w:w="5812" w:type="dxa"/>
          </w:tcPr>
          <w:p w14:paraId="2ED308E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75543" w14:textId="77777777" w:rsidR="007C5289" w:rsidRPr="00F95FBD" w:rsidRDefault="007C5289" w:rsidP="007C5289">
      <w:pPr>
        <w:pStyle w:val="Tabulka"/>
      </w:pPr>
    </w:p>
    <w:p w14:paraId="726EB571" w14:textId="4CBF78BD" w:rsidR="007C5289" w:rsidRPr="00F95FBD" w:rsidRDefault="00A45BB7"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2E47C76" w14:textId="77777777" w:rsidR="00857C44" w:rsidRDefault="00857C44" w:rsidP="007C5289">
      <w:pPr>
        <w:pStyle w:val="Tabulka"/>
      </w:pPr>
    </w:p>
    <w:p w14:paraId="6507D65C" w14:textId="77777777" w:rsidR="00857C44" w:rsidRDefault="00857C44"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22E6B5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 xml:space="preserve">účastník </w:t>
            </w:r>
            <w:r w:rsidR="00114080">
              <w:rPr>
                <w:highlight w:val="yellow"/>
              </w:rPr>
              <w:t xml:space="preserve">výběrového </w:t>
            </w:r>
            <w:r w:rsidR="00A45BB7">
              <w:rPr>
                <w:highlight w:val="yellow"/>
              </w:rPr>
              <w:t>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1EF60F7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12FBD">
              <w:t xml:space="preserve">Minimálně </w:t>
            </w:r>
            <w:r w:rsidR="00072DAB" w:rsidRPr="00412FBD">
              <w:t xml:space="preserve">50 </w:t>
            </w:r>
            <w:r w:rsidRPr="00412FBD">
              <w:t>mil. Kč na jednu pojistnou událost</w:t>
            </w:r>
            <w:r w:rsidR="00A349C6" w:rsidRPr="00412FBD">
              <w:t xml:space="preserve"> a </w:t>
            </w:r>
            <w:r w:rsidR="00072DAB" w:rsidRPr="00412FBD">
              <w:t xml:space="preserve">100 </w:t>
            </w:r>
            <w:r w:rsidRPr="00412FBD">
              <w:t>mil. Kč</w:t>
            </w:r>
            <w:r w:rsidR="00A349C6">
              <w:t xml:space="preserve"> v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5CACB088" w14:textId="77777777" w:rsidR="00A47A9F" w:rsidRPr="00A47A9F" w:rsidRDefault="00A47A9F" w:rsidP="00A47A9F">
      <w:pPr>
        <w:pStyle w:val="Textbezodsazen"/>
      </w:pPr>
      <w:r w:rsidRPr="00A573DA">
        <w:rPr>
          <w:highlight w:val="yellow"/>
        </w:rPr>
        <w:t>[VLOŽÍ ZHOTOVITEL]</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even" r:id="rId59"/>
          <w:headerReference w:type="default" r:id="rId60"/>
          <w:footerReference w:type="even" r:id="rId61"/>
          <w:footerReference w:type="default" r:id="rId62"/>
          <w:headerReference w:type="first" r:id="rId63"/>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3" w:name="_Hlk132703151"/>
      <w:r w:rsidRPr="00405F42">
        <w:rPr>
          <w:b/>
          <w:noProof/>
          <w:sz w:val="28"/>
          <w:szCs w:val="28"/>
        </w:rPr>
        <w:t>Osvědčení Správy železnic, státní organizace o řádném poskytnutí a dokončení stavebních prací</w:t>
      </w:r>
    </w:p>
    <w:bookmarkEnd w:id="3"/>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12FBD">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E85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4"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4"/>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shd w:val="clear" w:color="auto" w:fill="auto"/>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E850BC">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even" r:id="rId64"/>
      <w:headerReference w:type="default" r:id="rId65"/>
      <w:footerReference w:type="default" r:id="rId66"/>
      <w:headerReference w:type="first" r:id="rId6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029B4" w14:textId="77777777" w:rsidR="009F2F77" w:rsidRDefault="009F2F77" w:rsidP="00962258">
      <w:pPr>
        <w:spacing w:after="0" w:line="240" w:lineRule="auto"/>
      </w:pPr>
      <w:r>
        <w:separator/>
      </w:r>
    </w:p>
  </w:endnote>
  <w:endnote w:type="continuationSeparator" w:id="0">
    <w:p w14:paraId="63D0C995" w14:textId="77777777" w:rsidR="009F2F77" w:rsidRDefault="009F2F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C3BB159" w14:textId="77777777" w:rsidTr="00F13FDA">
      <w:tc>
        <w:tcPr>
          <w:tcW w:w="1021" w:type="dxa"/>
          <w:vAlign w:val="bottom"/>
        </w:tcPr>
        <w:p w14:paraId="636207E5" w14:textId="4A1DB622" w:rsidR="008A791F" w:rsidRPr="00B8518B" w:rsidRDefault="008A791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A791F" w:rsidRDefault="008A791F" w:rsidP="00F13FDA">
          <w:pPr>
            <w:pStyle w:val="Zpatvlevo"/>
          </w:pPr>
          <w:r w:rsidRPr="00B41CFD">
            <w:t>Smlouva o dílo</w:t>
          </w:r>
        </w:p>
        <w:p w14:paraId="20698C65" w14:textId="77777777" w:rsidR="008A791F" w:rsidRPr="003462EB" w:rsidRDefault="008A791F" w:rsidP="00B63BD1">
          <w:pPr>
            <w:pStyle w:val="Zpatvlevo"/>
          </w:pPr>
          <w:r>
            <w:t>Z</w:t>
          </w:r>
          <w:r w:rsidRPr="00B63BD1">
            <w:t>hotovení Projektové dokumentace a stavby</w:t>
          </w:r>
        </w:p>
      </w:tc>
    </w:tr>
  </w:tbl>
  <w:p w14:paraId="690F4EB7" w14:textId="77777777" w:rsidR="008A791F" w:rsidRPr="00F13FDA" w:rsidRDefault="008A7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8176A4" w14:textId="77777777" w:rsidTr="00F13FDA">
      <w:tc>
        <w:tcPr>
          <w:tcW w:w="1021" w:type="dxa"/>
          <w:vAlign w:val="bottom"/>
        </w:tcPr>
        <w:p w14:paraId="74A79D6D"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791F" w:rsidRPr="00DD4862" w:rsidRDefault="008A791F" w:rsidP="00F13FDA">
          <w:pPr>
            <w:pStyle w:val="Zpatvlevo"/>
            <w:rPr>
              <w:b/>
            </w:rPr>
          </w:pPr>
          <w:r>
            <w:rPr>
              <w:b/>
            </w:rPr>
            <w:t>Příloha č. 4</w:t>
          </w:r>
        </w:p>
        <w:p w14:paraId="485C5726" w14:textId="77777777" w:rsidR="008A791F" w:rsidRDefault="008A791F" w:rsidP="00F13FDA">
          <w:pPr>
            <w:pStyle w:val="Zpatvlevo"/>
          </w:pPr>
          <w:r w:rsidRPr="00B41CFD">
            <w:t>Smlouva o dílo</w:t>
          </w:r>
        </w:p>
        <w:p w14:paraId="1988285F" w14:textId="77777777" w:rsidR="008A791F" w:rsidRPr="003462EB" w:rsidRDefault="008A791F" w:rsidP="00F13FDA">
          <w:pPr>
            <w:pStyle w:val="Zpatvlevo"/>
          </w:pPr>
          <w:r>
            <w:t>Z</w:t>
          </w:r>
          <w:r w:rsidRPr="00B63BD1">
            <w:t>hotovení Projektové dokumentace a stavby</w:t>
          </w:r>
        </w:p>
      </w:tc>
    </w:tr>
  </w:tbl>
  <w:p w14:paraId="5CB138E9" w14:textId="77777777" w:rsidR="008A791F" w:rsidRPr="00F13FDA" w:rsidRDefault="008A79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642596F" w14:textId="77777777" w:rsidTr="00934B6B">
      <w:tc>
        <w:tcPr>
          <w:tcW w:w="0" w:type="auto"/>
          <w:tcMar>
            <w:left w:w="0" w:type="dxa"/>
            <w:right w:w="0" w:type="dxa"/>
          </w:tcMar>
          <w:vAlign w:val="bottom"/>
        </w:tcPr>
        <w:p w14:paraId="779B97E4" w14:textId="77777777" w:rsidR="008A791F" w:rsidRPr="00DD4862" w:rsidRDefault="008A791F" w:rsidP="00934B6B">
          <w:pPr>
            <w:pStyle w:val="Zpatvpravo"/>
            <w:rPr>
              <w:b/>
            </w:rPr>
          </w:pPr>
          <w:r w:rsidRPr="00DD4862">
            <w:rPr>
              <w:b/>
            </w:rPr>
            <w:t xml:space="preserve">Příloha č. </w:t>
          </w:r>
          <w:r>
            <w:rPr>
              <w:b/>
            </w:rPr>
            <w:t>4</w:t>
          </w:r>
        </w:p>
        <w:p w14:paraId="271EEA9C" w14:textId="77777777" w:rsidR="008A791F" w:rsidRPr="003462EB" w:rsidRDefault="008A791F" w:rsidP="00934B6B">
          <w:pPr>
            <w:pStyle w:val="Zpatvpravo"/>
          </w:pPr>
          <w:r>
            <w:t>Smlouva o dílo</w:t>
          </w:r>
        </w:p>
        <w:p w14:paraId="681B21FC"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36541A8"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43FE">
            <w:rPr>
              <w:rStyle w:val="slostrnky"/>
              <w:noProof/>
            </w:rPr>
            <w:t>1</w:t>
          </w:r>
          <w:r>
            <w:rPr>
              <w:rStyle w:val="slostrnky"/>
            </w:rPr>
            <w:fldChar w:fldCharType="end"/>
          </w:r>
        </w:p>
      </w:tc>
    </w:tr>
  </w:tbl>
  <w:p w14:paraId="1A6DDA75" w14:textId="77777777" w:rsidR="008A791F" w:rsidRPr="00B8518B" w:rsidRDefault="008A79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B5DA880" w14:textId="77777777" w:rsidTr="00F13FDA">
      <w:tc>
        <w:tcPr>
          <w:tcW w:w="1021" w:type="dxa"/>
          <w:vAlign w:val="bottom"/>
        </w:tcPr>
        <w:p w14:paraId="73EB134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791F" w:rsidRPr="00DD4862" w:rsidRDefault="008A791F" w:rsidP="00F13FDA">
          <w:pPr>
            <w:pStyle w:val="Zpatvlevo"/>
            <w:rPr>
              <w:b/>
            </w:rPr>
          </w:pPr>
          <w:r>
            <w:rPr>
              <w:b/>
            </w:rPr>
            <w:t>Příloha č. 5</w:t>
          </w:r>
        </w:p>
        <w:p w14:paraId="434C49BE" w14:textId="77777777" w:rsidR="008A791F" w:rsidRDefault="008A791F" w:rsidP="00F13FDA">
          <w:pPr>
            <w:pStyle w:val="Zpatvlevo"/>
          </w:pPr>
          <w:r w:rsidRPr="00B41CFD">
            <w:t>Smlouva o dílo</w:t>
          </w:r>
        </w:p>
        <w:p w14:paraId="60B5D949" w14:textId="77777777" w:rsidR="008A791F" w:rsidRPr="003462EB" w:rsidRDefault="008A791F" w:rsidP="00F13FDA">
          <w:pPr>
            <w:pStyle w:val="Zpatvlevo"/>
          </w:pPr>
          <w:r>
            <w:t>Z</w:t>
          </w:r>
          <w:r w:rsidRPr="00B63BD1">
            <w:t>hotovení Projektové dokumentace a stavby</w:t>
          </w:r>
        </w:p>
      </w:tc>
    </w:tr>
  </w:tbl>
  <w:p w14:paraId="13160E52" w14:textId="77777777" w:rsidR="008A791F" w:rsidRPr="00F13FDA" w:rsidRDefault="008A79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C440C92" w14:textId="77777777" w:rsidTr="00934B6B">
      <w:tc>
        <w:tcPr>
          <w:tcW w:w="0" w:type="auto"/>
          <w:tcMar>
            <w:left w:w="0" w:type="dxa"/>
            <w:right w:w="0" w:type="dxa"/>
          </w:tcMar>
          <w:vAlign w:val="bottom"/>
        </w:tcPr>
        <w:p w14:paraId="5EB37122" w14:textId="77777777" w:rsidR="008A791F" w:rsidRPr="00DD4862" w:rsidRDefault="008A791F" w:rsidP="00934B6B">
          <w:pPr>
            <w:pStyle w:val="Zpatvpravo"/>
            <w:rPr>
              <w:b/>
            </w:rPr>
          </w:pPr>
          <w:r w:rsidRPr="00DD4862">
            <w:rPr>
              <w:b/>
            </w:rPr>
            <w:t xml:space="preserve">Příloha č. </w:t>
          </w:r>
          <w:r>
            <w:rPr>
              <w:b/>
            </w:rPr>
            <w:t>5</w:t>
          </w:r>
        </w:p>
        <w:p w14:paraId="25080FD4" w14:textId="77777777" w:rsidR="008A791F" w:rsidRPr="003462EB" w:rsidRDefault="008A791F" w:rsidP="00934B6B">
          <w:pPr>
            <w:pStyle w:val="Zpatvpravo"/>
          </w:pPr>
          <w:r>
            <w:t>Smlouva o dílo</w:t>
          </w:r>
        </w:p>
        <w:p w14:paraId="4153EFC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5B16E8E0"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43FE">
            <w:rPr>
              <w:rStyle w:val="slostrnky"/>
              <w:noProof/>
            </w:rPr>
            <w:t>1</w:t>
          </w:r>
          <w:r>
            <w:rPr>
              <w:rStyle w:val="slostrnky"/>
            </w:rPr>
            <w:fldChar w:fldCharType="end"/>
          </w:r>
        </w:p>
      </w:tc>
    </w:tr>
  </w:tbl>
  <w:p w14:paraId="69A3209E" w14:textId="77777777" w:rsidR="008A791F" w:rsidRPr="00B8518B" w:rsidRDefault="008A79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4FB1A6" w14:textId="77777777" w:rsidTr="00F13FDA">
      <w:tc>
        <w:tcPr>
          <w:tcW w:w="1021" w:type="dxa"/>
          <w:vAlign w:val="bottom"/>
        </w:tcPr>
        <w:p w14:paraId="3EFBE15C" w14:textId="184C3B3D"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743FE">
            <w:rPr>
              <w:rStyle w:val="slostrnky"/>
              <w:noProof/>
            </w:rPr>
            <w:t>7</w:t>
          </w:r>
          <w:r>
            <w:rPr>
              <w:rStyle w:val="slostrnky"/>
            </w:rPr>
            <w:fldChar w:fldCharType="end"/>
          </w:r>
        </w:p>
      </w:tc>
      <w:tc>
        <w:tcPr>
          <w:tcW w:w="0" w:type="auto"/>
          <w:vAlign w:val="bottom"/>
        </w:tcPr>
        <w:p w14:paraId="60015924" w14:textId="77777777" w:rsidR="008A791F" w:rsidRPr="00DD4862" w:rsidRDefault="008A791F" w:rsidP="00F13FDA">
          <w:pPr>
            <w:pStyle w:val="Zpatvlevo"/>
            <w:rPr>
              <w:b/>
            </w:rPr>
          </w:pPr>
          <w:r>
            <w:rPr>
              <w:b/>
            </w:rPr>
            <w:t>Příloha č. 6</w:t>
          </w:r>
        </w:p>
        <w:p w14:paraId="2EC5A84D" w14:textId="77777777" w:rsidR="008A791F" w:rsidRDefault="008A791F" w:rsidP="00F13FDA">
          <w:pPr>
            <w:pStyle w:val="Zpatvlevo"/>
          </w:pPr>
          <w:r w:rsidRPr="00B41CFD">
            <w:t>Smlouva o dílo</w:t>
          </w:r>
        </w:p>
        <w:p w14:paraId="6FD64CDD" w14:textId="77777777" w:rsidR="008A791F" w:rsidRPr="003462EB" w:rsidRDefault="008A791F" w:rsidP="00F13FDA">
          <w:pPr>
            <w:pStyle w:val="Zpatvlevo"/>
          </w:pPr>
          <w:r>
            <w:t>Z</w:t>
          </w:r>
          <w:r w:rsidRPr="00B63BD1">
            <w:t>hotovení Projektové dokumentace a stavby</w:t>
          </w:r>
        </w:p>
      </w:tc>
    </w:tr>
  </w:tbl>
  <w:p w14:paraId="0B5EEE6C" w14:textId="77777777" w:rsidR="008A791F" w:rsidRPr="00F13FDA" w:rsidRDefault="008A79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076217E4" w14:textId="77777777" w:rsidTr="00934B6B">
      <w:tc>
        <w:tcPr>
          <w:tcW w:w="0" w:type="auto"/>
          <w:tcMar>
            <w:left w:w="0" w:type="dxa"/>
            <w:right w:w="0" w:type="dxa"/>
          </w:tcMar>
          <w:vAlign w:val="bottom"/>
        </w:tcPr>
        <w:p w14:paraId="528DFA01" w14:textId="77777777" w:rsidR="008A791F" w:rsidRPr="00DD4862" w:rsidRDefault="008A791F" w:rsidP="00934B6B">
          <w:pPr>
            <w:pStyle w:val="Zpatvpravo"/>
            <w:rPr>
              <w:b/>
            </w:rPr>
          </w:pPr>
          <w:r w:rsidRPr="00DD4862">
            <w:rPr>
              <w:b/>
            </w:rPr>
            <w:t xml:space="preserve">Příloha č. </w:t>
          </w:r>
          <w:r>
            <w:rPr>
              <w:b/>
            </w:rPr>
            <w:t>6</w:t>
          </w:r>
        </w:p>
        <w:p w14:paraId="2BBCE469" w14:textId="77777777" w:rsidR="008A791F" w:rsidRPr="003462EB" w:rsidRDefault="008A791F" w:rsidP="00934B6B">
          <w:pPr>
            <w:pStyle w:val="Zpatvpravo"/>
          </w:pPr>
          <w:r>
            <w:t>Smlouva o dílo</w:t>
          </w:r>
        </w:p>
        <w:p w14:paraId="08936724"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5B8944EC"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43FE">
            <w:rPr>
              <w:rStyle w:val="slostrnky"/>
              <w:noProof/>
            </w:rPr>
            <w:t>7</w:t>
          </w:r>
          <w:r>
            <w:rPr>
              <w:rStyle w:val="slostrnky"/>
            </w:rPr>
            <w:fldChar w:fldCharType="end"/>
          </w:r>
        </w:p>
      </w:tc>
    </w:tr>
  </w:tbl>
  <w:p w14:paraId="593B45D1" w14:textId="77777777" w:rsidR="008A791F" w:rsidRPr="00B8518B" w:rsidRDefault="008A79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475B86B7" w14:textId="77777777" w:rsidTr="00F13FDA">
      <w:tc>
        <w:tcPr>
          <w:tcW w:w="1021" w:type="dxa"/>
          <w:vAlign w:val="bottom"/>
        </w:tcPr>
        <w:p w14:paraId="4168F800"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791F" w:rsidRPr="00DD4862" w:rsidRDefault="008A791F" w:rsidP="00F13FDA">
          <w:pPr>
            <w:pStyle w:val="Zpatvlevo"/>
            <w:rPr>
              <w:b/>
            </w:rPr>
          </w:pPr>
          <w:r>
            <w:rPr>
              <w:b/>
            </w:rPr>
            <w:t>Příloha č. 7</w:t>
          </w:r>
        </w:p>
        <w:p w14:paraId="393A5AA8" w14:textId="77777777" w:rsidR="008A791F" w:rsidRDefault="008A791F" w:rsidP="00F13FDA">
          <w:pPr>
            <w:pStyle w:val="Zpatvlevo"/>
          </w:pPr>
          <w:r w:rsidRPr="00B41CFD">
            <w:t>Smlouva o dílo</w:t>
          </w:r>
        </w:p>
        <w:p w14:paraId="0EB4C0F7" w14:textId="77777777" w:rsidR="008A791F" w:rsidRPr="003462EB" w:rsidRDefault="008A791F" w:rsidP="00F13FDA">
          <w:pPr>
            <w:pStyle w:val="Zpatvlevo"/>
          </w:pPr>
          <w:r>
            <w:t>Z</w:t>
          </w:r>
          <w:r w:rsidRPr="00B63BD1">
            <w:t>hotovení Projektové dokumentace a stavby</w:t>
          </w:r>
        </w:p>
      </w:tc>
    </w:tr>
  </w:tbl>
  <w:p w14:paraId="1D4C0328" w14:textId="77777777" w:rsidR="008A791F" w:rsidRPr="00F13FDA" w:rsidRDefault="008A79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76722D6" w14:textId="77777777" w:rsidTr="00934B6B">
      <w:tc>
        <w:tcPr>
          <w:tcW w:w="0" w:type="auto"/>
          <w:tcMar>
            <w:left w:w="0" w:type="dxa"/>
            <w:right w:w="0" w:type="dxa"/>
          </w:tcMar>
          <w:vAlign w:val="bottom"/>
        </w:tcPr>
        <w:p w14:paraId="177BD19C" w14:textId="77777777" w:rsidR="008A791F" w:rsidRPr="00DD4862" w:rsidRDefault="008A791F" w:rsidP="00934B6B">
          <w:pPr>
            <w:pStyle w:val="Zpatvpravo"/>
            <w:rPr>
              <w:b/>
            </w:rPr>
          </w:pPr>
          <w:r w:rsidRPr="00DD4862">
            <w:rPr>
              <w:b/>
            </w:rPr>
            <w:t xml:space="preserve">Příloha č. </w:t>
          </w:r>
          <w:r>
            <w:rPr>
              <w:b/>
            </w:rPr>
            <w:t>7</w:t>
          </w:r>
        </w:p>
        <w:p w14:paraId="0425195A" w14:textId="77777777" w:rsidR="008A791F" w:rsidRPr="003462EB" w:rsidRDefault="008A791F" w:rsidP="00934B6B">
          <w:pPr>
            <w:pStyle w:val="Zpatvpravo"/>
          </w:pPr>
          <w:r>
            <w:t>Smlouva o dílo</w:t>
          </w:r>
        </w:p>
        <w:p w14:paraId="1E4A56B5"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58E64C26"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43FE">
            <w:rPr>
              <w:rStyle w:val="slostrnky"/>
              <w:noProof/>
            </w:rPr>
            <w:t>1</w:t>
          </w:r>
          <w:r>
            <w:rPr>
              <w:rStyle w:val="slostrnky"/>
            </w:rPr>
            <w:fldChar w:fldCharType="end"/>
          </w:r>
        </w:p>
      </w:tc>
    </w:tr>
  </w:tbl>
  <w:p w14:paraId="0AB044E9" w14:textId="77777777" w:rsidR="008A791F" w:rsidRPr="00B8518B" w:rsidRDefault="008A79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7043566" w14:textId="77777777" w:rsidTr="00F13FDA">
      <w:tc>
        <w:tcPr>
          <w:tcW w:w="1021" w:type="dxa"/>
          <w:vAlign w:val="bottom"/>
        </w:tcPr>
        <w:p w14:paraId="7FB47E05"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791F" w:rsidRPr="00DD4862" w:rsidRDefault="008A791F" w:rsidP="00F13FDA">
          <w:pPr>
            <w:pStyle w:val="Zpatvlevo"/>
            <w:rPr>
              <w:b/>
            </w:rPr>
          </w:pPr>
          <w:r>
            <w:rPr>
              <w:b/>
            </w:rPr>
            <w:t>Příloha č. 8</w:t>
          </w:r>
        </w:p>
        <w:p w14:paraId="7E46E238" w14:textId="77777777" w:rsidR="008A791F" w:rsidRDefault="008A791F" w:rsidP="00F13FDA">
          <w:pPr>
            <w:pStyle w:val="Zpatvlevo"/>
          </w:pPr>
          <w:r w:rsidRPr="00B41CFD">
            <w:t>Smlouva o dílo</w:t>
          </w:r>
        </w:p>
        <w:p w14:paraId="00617CFA" w14:textId="77777777" w:rsidR="008A791F" w:rsidRPr="003462EB" w:rsidRDefault="008A791F" w:rsidP="00F13FDA">
          <w:pPr>
            <w:pStyle w:val="Zpatvlevo"/>
          </w:pPr>
          <w:r>
            <w:t>Z</w:t>
          </w:r>
          <w:r w:rsidRPr="00B63BD1">
            <w:t>hotovení Projektové dokumentace a stavby</w:t>
          </w:r>
        </w:p>
      </w:tc>
    </w:tr>
  </w:tbl>
  <w:p w14:paraId="378154D6" w14:textId="77777777" w:rsidR="008A791F" w:rsidRPr="00F13FDA" w:rsidRDefault="008A791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400289A" w14:textId="77777777" w:rsidTr="00934B6B">
      <w:tc>
        <w:tcPr>
          <w:tcW w:w="0" w:type="auto"/>
          <w:tcMar>
            <w:left w:w="0" w:type="dxa"/>
            <w:right w:w="0" w:type="dxa"/>
          </w:tcMar>
          <w:vAlign w:val="bottom"/>
        </w:tcPr>
        <w:p w14:paraId="5EE5CFD2" w14:textId="77777777" w:rsidR="008A791F" w:rsidRPr="00DD4862" w:rsidRDefault="008A791F" w:rsidP="00934B6B">
          <w:pPr>
            <w:pStyle w:val="Zpatvpravo"/>
            <w:rPr>
              <w:b/>
            </w:rPr>
          </w:pPr>
          <w:r w:rsidRPr="00DD4862">
            <w:rPr>
              <w:b/>
            </w:rPr>
            <w:t xml:space="preserve">Příloha č. </w:t>
          </w:r>
          <w:r>
            <w:rPr>
              <w:b/>
            </w:rPr>
            <w:t>8</w:t>
          </w:r>
        </w:p>
        <w:p w14:paraId="31628953" w14:textId="77777777" w:rsidR="008A791F" w:rsidRPr="003462EB" w:rsidRDefault="008A791F" w:rsidP="00934B6B">
          <w:pPr>
            <w:pStyle w:val="Zpatvpravo"/>
          </w:pPr>
          <w:r>
            <w:t>Smlouva o dílo</w:t>
          </w:r>
        </w:p>
        <w:p w14:paraId="2C3B0D6B"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A79FF35"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43FE">
            <w:rPr>
              <w:rStyle w:val="slostrnky"/>
              <w:noProof/>
            </w:rPr>
            <w:t>1</w:t>
          </w:r>
          <w:r>
            <w:rPr>
              <w:rStyle w:val="slostrnky"/>
            </w:rPr>
            <w:fldChar w:fldCharType="end"/>
          </w:r>
        </w:p>
      </w:tc>
    </w:tr>
  </w:tbl>
  <w:p w14:paraId="5522624D" w14:textId="77777777" w:rsidR="008A791F" w:rsidRPr="00B8518B" w:rsidRDefault="008A79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8DD1CBE" w14:textId="77777777" w:rsidTr="00F13FDA">
      <w:tc>
        <w:tcPr>
          <w:tcW w:w="0" w:type="auto"/>
          <w:tcMar>
            <w:left w:w="0" w:type="dxa"/>
            <w:right w:w="0" w:type="dxa"/>
          </w:tcMar>
          <w:vAlign w:val="bottom"/>
        </w:tcPr>
        <w:p w14:paraId="6FB2DC35" w14:textId="77777777" w:rsidR="008A791F" w:rsidRPr="003462EB" w:rsidRDefault="008A791F" w:rsidP="00F13FDA">
          <w:pPr>
            <w:pStyle w:val="Zpatvpravo"/>
          </w:pPr>
          <w:r>
            <w:t>Smlouva o dílo</w:t>
          </w:r>
        </w:p>
        <w:p w14:paraId="3BB6CFBF" w14:textId="77777777" w:rsidR="008A791F" w:rsidRPr="003462EB" w:rsidRDefault="008A791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92ED66B" w:rsidR="008A791F" w:rsidRPr="009E09BE" w:rsidRDefault="008A791F"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13</w:t>
          </w:r>
          <w:r w:rsidRPr="00B8518B">
            <w:rPr>
              <w:rStyle w:val="slostrnky"/>
            </w:rPr>
            <w:fldChar w:fldCharType="end"/>
          </w:r>
          <w:r w:rsidRPr="00B8518B">
            <w:rPr>
              <w:rStyle w:val="slostrnky"/>
            </w:rPr>
            <w:t>/</w:t>
          </w:r>
          <w:r>
            <w:rPr>
              <w:rStyle w:val="slostrnky"/>
            </w:rPr>
            <w:t>9</w:t>
          </w:r>
        </w:p>
      </w:tc>
    </w:tr>
  </w:tbl>
  <w:p w14:paraId="05A4A1EF" w14:textId="77777777" w:rsidR="008A791F" w:rsidRPr="00B8518B" w:rsidRDefault="008A79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A00C67" w14:textId="77777777" w:rsidTr="00F13FDA">
      <w:tc>
        <w:tcPr>
          <w:tcW w:w="1021" w:type="dxa"/>
          <w:vAlign w:val="bottom"/>
        </w:tcPr>
        <w:p w14:paraId="391F9ADB" w14:textId="23EA0434"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743FE">
            <w:rPr>
              <w:rStyle w:val="slostrnky"/>
              <w:noProof/>
            </w:rPr>
            <w:t>4</w:t>
          </w:r>
          <w:r>
            <w:rPr>
              <w:rStyle w:val="slostrnky"/>
            </w:rPr>
            <w:fldChar w:fldCharType="end"/>
          </w:r>
        </w:p>
      </w:tc>
      <w:tc>
        <w:tcPr>
          <w:tcW w:w="0" w:type="auto"/>
          <w:vAlign w:val="bottom"/>
        </w:tcPr>
        <w:p w14:paraId="0C84A86A" w14:textId="09C7F556" w:rsidR="008A791F" w:rsidRPr="00DD4862" w:rsidRDefault="008A791F" w:rsidP="00F13FDA">
          <w:pPr>
            <w:pStyle w:val="Zpatvlevo"/>
            <w:rPr>
              <w:b/>
            </w:rPr>
          </w:pPr>
          <w:r>
            <w:rPr>
              <w:b/>
            </w:rPr>
            <w:t>Příloha č. 10</w:t>
          </w:r>
        </w:p>
        <w:p w14:paraId="583DB0B7" w14:textId="77777777" w:rsidR="008A791F" w:rsidRDefault="008A791F" w:rsidP="00F13FDA">
          <w:pPr>
            <w:pStyle w:val="Zpatvlevo"/>
          </w:pPr>
          <w:r w:rsidRPr="00B41CFD">
            <w:t>Smlouva o dílo</w:t>
          </w:r>
        </w:p>
        <w:p w14:paraId="51B13DE3" w14:textId="77777777" w:rsidR="008A791F" w:rsidRPr="003462EB" w:rsidRDefault="008A791F" w:rsidP="00F13FDA">
          <w:pPr>
            <w:pStyle w:val="Zpatvlevo"/>
          </w:pPr>
          <w:r>
            <w:t>Z</w:t>
          </w:r>
          <w:r w:rsidRPr="00B63BD1">
            <w:t>hotovení Projektové dokumentace a stavby</w:t>
          </w:r>
        </w:p>
      </w:tc>
    </w:tr>
  </w:tbl>
  <w:p w14:paraId="72088436" w14:textId="77777777" w:rsidR="008A791F" w:rsidRPr="00F13FDA" w:rsidRDefault="008A791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81F7ED1" w14:textId="77777777" w:rsidTr="00934B6B">
      <w:tc>
        <w:tcPr>
          <w:tcW w:w="0" w:type="auto"/>
          <w:tcMar>
            <w:left w:w="0" w:type="dxa"/>
            <w:right w:w="0" w:type="dxa"/>
          </w:tcMar>
          <w:vAlign w:val="bottom"/>
        </w:tcPr>
        <w:p w14:paraId="5F919DFC" w14:textId="77777777" w:rsidR="008A791F" w:rsidRPr="00DD4862" w:rsidRDefault="008A791F" w:rsidP="00934B6B">
          <w:pPr>
            <w:pStyle w:val="Zpatvpravo"/>
            <w:rPr>
              <w:b/>
            </w:rPr>
          </w:pPr>
          <w:r w:rsidRPr="00DD4862">
            <w:rPr>
              <w:b/>
            </w:rPr>
            <w:t xml:space="preserve">Příloha č. </w:t>
          </w:r>
          <w:r>
            <w:rPr>
              <w:b/>
            </w:rPr>
            <w:t>9</w:t>
          </w:r>
        </w:p>
        <w:p w14:paraId="7066BC56" w14:textId="77777777" w:rsidR="008A791F" w:rsidRPr="003462EB" w:rsidRDefault="008A791F" w:rsidP="00934B6B">
          <w:pPr>
            <w:pStyle w:val="Zpatvpravo"/>
          </w:pPr>
          <w:r>
            <w:t>Smlouva o dílo</w:t>
          </w:r>
        </w:p>
        <w:p w14:paraId="30542FBF"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412E9E86"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43FE">
            <w:rPr>
              <w:rStyle w:val="slostrnky"/>
              <w:noProof/>
            </w:rPr>
            <w:t>1</w:t>
          </w:r>
          <w:r>
            <w:rPr>
              <w:rStyle w:val="slostrnky"/>
            </w:rPr>
            <w:fldChar w:fldCharType="end"/>
          </w:r>
        </w:p>
      </w:tc>
    </w:tr>
  </w:tbl>
  <w:p w14:paraId="7B50E386" w14:textId="77777777" w:rsidR="008A791F" w:rsidRPr="00B8518B" w:rsidRDefault="008A791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CFE5A53" w14:textId="77777777" w:rsidTr="00934B6B">
      <w:tc>
        <w:tcPr>
          <w:tcW w:w="0" w:type="auto"/>
          <w:tcMar>
            <w:left w:w="0" w:type="dxa"/>
            <w:right w:w="0" w:type="dxa"/>
          </w:tcMar>
          <w:vAlign w:val="bottom"/>
        </w:tcPr>
        <w:p w14:paraId="1415EFFB" w14:textId="6A561E21" w:rsidR="008A791F" w:rsidRPr="00DD4862" w:rsidRDefault="008A791F" w:rsidP="00934B6B">
          <w:pPr>
            <w:pStyle w:val="Zpatvpravo"/>
            <w:rPr>
              <w:b/>
            </w:rPr>
          </w:pPr>
          <w:r w:rsidRPr="00DD4862">
            <w:rPr>
              <w:b/>
            </w:rPr>
            <w:t xml:space="preserve">Příloha č. </w:t>
          </w:r>
          <w:r>
            <w:rPr>
              <w:b/>
            </w:rPr>
            <w:t>10</w:t>
          </w:r>
        </w:p>
        <w:p w14:paraId="28A41979" w14:textId="77777777" w:rsidR="008A791F" w:rsidRPr="003462EB" w:rsidRDefault="008A791F" w:rsidP="00934B6B">
          <w:pPr>
            <w:pStyle w:val="Zpatvpravo"/>
          </w:pPr>
          <w:r>
            <w:t>Smlouva o dílo</w:t>
          </w:r>
        </w:p>
        <w:p w14:paraId="3A71EDA8"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6559AEFD"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43FE">
            <w:rPr>
              <w:rStyle w:val="slostrnky"/>
              <w:noProof/>
            </w:rPr>
            <w:t>4</w:t>
          </w:r>
          <w:r>
            <w:rPr>
              <w:rStyle w:val="slostrnky"/>
            </w:rPr>
            <w:fldChar w:fldCharType="end"/>
          </w:r>
        </w:p>
      </w:tc>
    </w:tr>
  </w:tbl>
  <w:p w14:paraId="74DC007C" w14:textId="77777777" w:rsidR="008A791F" w:rsidRPr="00B8518B" w:rsidRDefault="008A7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81423" w14:textId="77777777" w:rsidR="008A791F" w:rsidRDefault="008A791F" w:rsidP="00E850BC">
    <w:pPr>
      <w:spacing w:after="0" w:line="240" w:lineRule="auto"/>
      <w:rPr>
        <w:b/>
        <w:i/>
        <w:color w:val="00B050"/>
      </w:rPr>
    </w:pPr>
    <w:r w:rsidRPr="004C7962">
      <w:rPr>
        <w:noProof/>
        <w:lang w:eastAsia="cs-CZ"/>
      </w:rPr>
      <w:drawing>
        <wp:inline distT="0" distB="0" distL="0" distR="0" wp14:anchorId="5F761E87" wp14:editId="517E09D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Pr="00E850BC">
      <w:rPr>
        <w:b/>
        <w:i/>
        <w:color w:val="00B050"/>
      </w:rPr>
      <w:t xml:space="preserve"> </w:t>
    </w:r>
  </w:p>
  <w:p w14:paraId="564FBF04" w14:textId="431E3440" w:rsidR="008A791F" w:rsidRDefault="008A791F" w:rsidP="00E850BC">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642DC659" w14:textId="77777777" w:rsidTr="00F13FDA">
      <w:tc>
        <w:tcPr>
          <w:tcW w:w="1021" w:type="dxa"/>
          <w:vAlign w:val="bottom"/>
        </w:tcPr>
        <w:p w14:paraId="05B06B54"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791F" w:rsidRPr="00DD4862" w:rsidRDefault="008A791F" w:rsidP="00F13FDA">
          <w:pPr>
            <w:pStyle w:val="Zpatvlevo"/>
            <w:rPr>
              <w:b/>
            </w:rPr>
          </w:pPr>
          <w:r w:rsidRPr="00DD4862">
            <w:rPr>
              <w:b/>
            </w:rPr>
            <w:t>Příloha č. 1</w:t>
          </w:r>
        </w:p>
        <w:p w14:paraId="407EE127" w14:textId="77777777" w:rsidR="008A791F" w:rsidRDefault="008A791F" w:rsidP="00F13FDA">
          <w:pPr>
            <w:pStyle w:val="Zpatvlevo"/>
          </w:pPr>
          <w:r w:rsidRPr="00B41CFD">
            <w:t>Smlouva o dílo</w:t>
          </w:r>
        </w:p>
        <w:p w14:paraId="5E9062DE" w14:textId="77777777" w:rsidR="008A791F" w:rsidRPr="003462EB" w:rsidRDefault="008A791F" w:rsidP="00F13FDA">
          <w:pPr>
            <w:pStyle w:val="Zpatvlevo"/>
          </w:pPr>
          <w:r>
            <w:t>Z</w:t>
          </w:r>
          <w:r w:rsidRPr="00B63BD1">
            <w:t>hotovení Projektové dokumentace a stavby</w:t>
          </w:r>
        </w:p>
      </w:tc>
    </w:tr>
  </w:tbl>
  <w:p w14:paraId="4B1F2D28" w14:textId="77777777" w:rsidR="008A791F" w:rsidRPr="00F13FDA" w:rsidRDefault="008A79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38D" w14:textId="77777777" w:rsidR="008A791F" w:rsidRDefault="008A7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40C53A3" w14:textId="77777777" w:rsidTr="00934B6B">
      <w:tc>
        <w:tcPr>
          <w:tcW w:w="0" w:type="auto"/>
          <w:tcMar>
            <w:left w:w="0" w:type="dxa"/>
            <w:right w:w="0" w:type="dxa"/>
          </w:tcMar>
          <w:vAlign w:val="bottom"/>
        </w:tcPr>
        <w:p w14:paraId="1F3DDB04" w14:textId="77777777" w:rsidR="008A791F" w:rsidRPr="00DD4862" w:rsidRDefault="008A791F" w:rsidP="00934B6B">
          <w:pPr>
            <w:pStyle w:val="Zpatvpravo"/>
            <w:rPr>
              <w:b/>
            </w:rPr>
          </w:pPr>
          <w:r w:rsidRPr="00DD4862">
            <w:rPr>
              <w:b/>
            </w:rPr>
            <w:t>Příloha č. 1</w:t>
          </w:r>
        </w:p>
        <w:p w14:paraId="2307E66C" w14:textId="77777777" w:rsidR="008A791F" w:rsidRPr="003462EB" w:rsidRDefault="008A791F" w:rsidP="00934B6B">
          <w:pPr>
            <w:pStyle w:val="Zpatvpravo"/>
          </w:pPr>
          <w:r>
            <w:t>Smlouva o dílo</w:t>
          </w:r>
        </w:p>
        <w:p w14:paraId="011F7908" w14:textId="77777777" w:rsidR="008A791F" w:rsidRPr="003462EB" w:rsidRDefault="008A791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5C3A8FDD" w:rsidR="008A791F" w:rsidRPr="009E09BE" w:rsidRDefault="008A7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43FE">
            <w:rPr>
              <w:rStyle w:val="slostrnky"/>
              <w:noProof/>
            </w:rPr>
            <w:t>1</w:t>
          </w:r>
          <w:r>
            <w:rPr>
              <w:rStyle w:val="slostrnky"/>
            </w:rPr>
            <w:fldChar w:fldCharType="end"/>
          </w:r>
        </w:p>
      </w:tc>
    </w:tr>
  </w:tbl>
  <w:p w14:paraId="47F1712A" w14:textId="77777777" w:rsidR="008A791F" w:rsidRPr="00B8518B" w:rsidRDefault="008A79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BEB616" w14:textId="77777777" w:rsidTr="00F13FDA">
      <w:tc>
        <w:tcPr>
          <w:tcW w:w="1021" w:type="dxa"/>
          <w:vAlign w:val="bottom"/>
        </w:tcPr>
        <w:p w14:paraId="6D2FDC0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A791F" w:rsidRPr="00DD4862" w:rsidRDefault="008A791F" w:rsidP="00F13FDA">
          <w:pPr>
            <w:pStyle w:val="Zpatvlevo"/>
            <w:rPr>
              <w:b/>
            </w:rPr>
          </w:pPr>
          <w:r>
            <w:rPr>
              <w:b/>
            </w:rPr>
            <w:t>Příloha č. 2</w:t>
          </w:r>
        </w:p>
        <w:p w14:paraId="49286FA0" w14:textId="77777777" w:rsidR="008A791F" w:rsidRDefault="008A791F" w:rsidP="00F13FDA">
          <w:pPr>
            <w:pStyle w:val="Zpatvlevo"/>
          </w:pPr>
          <w:r w:rsidRPr="00B41CFD">
            <w:t>Smlouva o dílo</w:t>
          </w:r>
        </w:p>
        <w:p w14:paraId="2F4F2EAF" w14:textId="77777777" w:rsidR="008A791F" w:rsidRPr="003462EB" w:rsidRDefault="008A791F" w:rsidP="00F13FDA">
          <w:pPr>
            <w:pStyle w:val="Zpatvlevo"/>
          </w:pPr>
          <w:r>
            <w:t>Z</w:t>
          </w:r>
          <w:r w:rsidRPr="00B63BD1">
            <w:t>hotovení Projektové dokumentace a stavby</w:t>
          </w:r>
        </w:p>
      </w:tc>
    </w:tr>
  </w:tbl>
  <w:p w14:paraId="2E5C1A8C" w14:textId="77777777" w:rsidR="008A791F" w:rsidRPr="00F13FDA" w:rsidRDefault="008A79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9F222F1" w14:textId="77777777" w:rsidTr="00934B6B">
      <w:tc>
        <w:tcPr>
          <w:tcW w:w="0" w:type="auto"/>
          <w:tcMar>
            <w:left w:w="0" w:type="dxa"/>
            <w:right w:w="0" w:type="dxa"/>
          </w:tcMar>
          <w:vAlign w:val="bottom"/>
        </w:tcPr>
        <w:p w14:paraId="45B7265B" w14:textId="77777777" w:rsidR="008A791F" w:rsidRPr="00DD4862" w:rsidRDefault="008A791F" w:rsidP="00934B6B">
          <w:pPr>
            <w:pStyle w:val="Zpatvpravo"/>
            <w:rPr>
              <w:b/>
            </w:rPr>
          </w:pPr>
          <w:r w:rsidRPr="00DD4862">
            <w:rPr>
              <w:b/>
            </w:rPr>
            <w:t>Příloha č. 2</w:t>
          </w:r>
        </w:p>
        <w:p w14:paraId="1E47570A" w14:textId="77777777" w:rsidR="008A791F" w:rsidRPr="003462EB" w:rsidRDefault="008A791F" w:rsidP="00934B6B">
          <w:pPr>
            <w:pStyle w:val="Zpatvpravo"/>
          </w:pPr>
          <w:r>
            <w:t>Smlouva o dílo</w:t>
          </w:r>
        </w:p>
        <w:p w14:paraId="31E2D647"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4025DB9"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43FE">
            <w:rPr>
              <w:rStyle w:val="slostrnky"/>
              <w:noProof/>
            </w:rPr>
            <w:t>1</w:t>
          </w:r>
          <w:r>
            <w:rPr>
              <w:rStyle w:val="slostrnky"/>
            </w:rPr>
            <w:fldChar w:fldCharType="end"/>
          </w:r>
        </w:p>
      </w:tc>
    </w:tr>
  </w:tbl>
  <w:p w14:paraId="19334840" w14:textId="77777777" w:rsidR="008A791F" w:rsidRPr="00B8518B" w:rsidRDefault="008A79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5F7BD0FA" w14:textId="77777777" w:rsidTr="00F13FDA">
      <w:tc>
        <w:tcPr>
          <w:tcW w:w="1021" w:type="dxa"/>
          <w:vAlign w:val="bottom"/>
        </w:tcPr>
        <w:p w14:paraId="6ED25A52"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791F" w:rsidRPr="00DD4862" w:rsidRDefault="008A791F" w:rsidP="00F13FDA">
          <w:pPr>
            <w:pStyle w:val="Zpatvlevo"/>
            <w:rPr>
              <w:b/>
            </w:rPr>
          </w:pPr>
          <w:r>
            <w:rPr>
              <w:b/>
            </w:rPr>
            <w:t>Příloha č. 3</w:t>
          </w:r>
        </w:p>
        <w:p w14:paraId="2507A82B" w14:textId="77777777" w:rsidR="008A791F" w:rsidRDefault="008A791F" w:rsidP="00F13FDA">
          <w:pPr>
            <w:pStyle w:val="Zpatvlevo"/>
          </w:pPr>
          <w:r w:rsidRPr="00B41CFD">
            <w:t>Smlouva o dílo</w:t>
          </w:r>
        </w:p>
        <w:p w14:paraId="31CB4DFE" w14:textId="77777777" w:rsidR="008A791F" w:rsidRPr="003462EB" w:rsidRDefault="008A791F" w:rsidP="00F13FDA">
          <w:pPr>
            <w:pStyle w:val="Zpatvlevo"/>
          </w:pPr>
          <w:r>
            <w:t>Z</w:t>
          </w:r>
          <w:r w:rsidRPr="00B63BD1">
            <w:t>hotovení Projektové dokumentace a stavby</w:t>
          </w:r>
        </w:p>
      </w:tc>
    </w:tr>
  </w:tbl>
  <w:p w14:paraId="2C0D0081" w14:textId="77777777" w:rsidR="008A791F" w:rsidRPr="00F13FDA" w:rsidRDefault="008A79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1724B44A" w14:textId="77777777" w:rsidTr="00934B6B">
      <w:tc>
        <w:tcPr>
          <w:tcW w:w="0" w:type="auto"/>
          <w:tcMar>
            <w:left w:w="0" w:type="dxa"/>
            <w:right w:w="0" w:type="dxa"/>
          </w:tcMar>
          <w:vAlign w:val="bottom"/>
        </w:tcPr>
        <w:p w14:paraId="6BCA8218" w14:textId="77777777" w:rsidR="008A791F" w:rsidRPr="00DD4862" w:rsidRDefault="008A791F" w:rsidP="00934B6B">
          <w:pPr>
            <w:pStyle w:val="Zpatvpravo"/>
            <w:rPr>
              <w:b/>
            </w:rPr>
          </w:pPr>
          <w:r w:rsidRPr="00DD4862">
            <w:rPr>
              <w:b/>
            </w:rPr>
            <w:t xml:space="preserve">Příloha č. </w:t>
          </w:r>
          <w:r>
            <w:rPr>
              <w:b/>
            </w:rPr>
            <w:t>3</w:t>
          </w:r>
        </w:p>
        <w:p w14:paraId="52EDCD13" w14:textId="77777777" w:rsidR="008A791F" w:rsidRPr="003462EB" w:rsidRDefault="008A791F" w:rsidP="00934B6B">
          <w:pPr>
            <w:pStyle w:val="Zpatvpravo"/>
          </w:pPr>
          <w:r>
            <w:t>Smlouva o dílo</w:t>
          </w:r>
        </w:p>
        <w:p w14:paraId="07E1439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615C60FE"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43FE">
            <w:rPr>
              <w:rStyle w:val="slostrnky"/>
              <w:noProof/>
            </w:rPr>
            <w:t>1</w:t>
          </w:r>
          <w:r>
            <w:rPr>
              <w:rStyle w:val="slostrnky"/>
            </w:rPr>
            <w:fldChar w:fldCharType="end"/>
          </w:r>
        </w:p>
      </w:tc>
    </w:tr>
  </w:tbl>
  <w:p w14:paraId="762526CA" w14:textId="77777777" w:rsidR="008A791F" w:rsidRPr="00B8518B" w:rsidRDefault="008A79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62620" w14:textId="77777777" w:rsidR="009F2F77" w:rsidRDefault="009F2F77" w:rsidP="00962258">
      <w:pPr>
        <w:spacing w:after="0" w:line="240" w:lineRule="auto"/>
      </w:pPr>
      <w:r>
        <w:separator/>
      </w:r>
    </w:p>
  </w:footnote>
  <w:footnote w:type="continuationSeparator" w:id="0">
    <w:p w14:paraId="6C035F5C" w14:textId="77777777" w:rsidR="009F2F77" w:rsidRDefault="009F2F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64D8B" w14:textId="7FF8D310" w:rsidR="00A704A2" w:rsidRDefault="00A704A2">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55CA0" w14:textId="6B7B0C66" w:rsidR="00A704A2" w:rsidRDefault="00A704A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D1BB" w14:textId="0D4D59CF" w:rsidR="008A791F" w:rsidRPr="00D6163D" w:rsidRDefault="008A791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9D884" w14:textId="365C4845" w:rsidR="00A704A2" w:rsidRDefault="00A704A2">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FC8E9" w14:textId="0CDA863B" w:rsidR="00A704A2" w:rsidRDefault="00A704A2">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1839" w14:textId="351BF6DF" w:rsidR="008A791F" w:rsidRPr="00D6163D" w:rsidRDefault="008A791F">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293B1" w14:textId="18D4C1D0" w:rsidR="00A704A2" w:rsidRDefault="00A704A2">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E007E" w14:textId="3B17BDAF" w:rsidR="00A704A2" w:rsidRDefault="00A704A2">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CEA85" w14:textId="7048FCD0" w:rsidR="00A704A2" w:rsidRDefault="00A704A2">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E1B7C" w14:textId="1B463AC3" w:rsidR="00A704A2" w:rsidRDefault="00A704A2">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3748A" w14:textId="58B462FC" w:rsidR="00A704A2" w:rsidRDefault="00A704A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36C81" w14:textId="6B06D3D0" w:rsidR="00A704A2" w:rsidRDefault="00A704A2">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6652" w14:textId="527B212B" w:rsidR="008A791F" w:rsidRPr="00D6163D" w:rsidRDefault="008A791F">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0BD7C" w14:textId="45CC879B" w:rsidR="00A704A2" w:rsidRDefault="00A704A2">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6F4EF" w14:textId="55FF7F89" w:rsidR="00A704A2" w:rsidRDefault="00A704A2">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34DB" w14:textId="321E7872" w:rsidR="008A791F" w:rsidRPr="00D6163D" w:rsidRDefault="008A791F">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1C1B9" w14:textId="43FF3EF1" w:rsidR="00A704A2" w:rsidRDefault="00A704A2">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E45C8" w14:textId="7FFDBB16" w:rsidR="00A704A2" w:rsidRDefault="00A704A2">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76D8" w14:textId="7A1E85BE" w:rsidR="008A791F" w:rsidRPr="00D6163D" w:rsidRDefault="008A791F">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84CCF" w14:textId="45FC4637" w:rsidR="00A704A2" w:rsidRDefault="00A704A2">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DFFDD" w14:textId="52774E1B" w:rsidR="00A704A2" w:rsidRDefault="00A704A2">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E11E" w14:textId="01F94276" w:rsidR="008A791F" w:rsidRPr="00D6163D" w:rsidRDefault="008A791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91F" w14:paraId="15F803D2" w14:textId="77777777" w:rsidTr="00B22106">
      <w:trPr>
        <w:trHeight w:hRule="exact" w:val="936"/>
      </w:trPr>
      <w:tc>
        <w:tcPr>
          <w:tcW w:w="1361" w:type="dxa"/>
          <w:tcMar>
            <w:left w:w="0" w:type="dxa"/>
            <w:right w:w="0" w:type="dxa"/>
          </w:tcMar>
        </w:tcPr>
        <w:p w14:paraId="4641E639" w14:textId="7C1C76CF" w:rsidR="008A791F" w:rsidRPr="00B8518B" w:rsidRDefault="008A791F" w:rsidP="00FC6389">
          <w:pPr>
            <w:pStyle w:val="Zpat"/>
            <w:rPr>
              <w:rStyle w:val="slostrnky"/>
            </w:rPr>
          </w:pPr>
        </w:p>
      </w:tc>
      <w:tc>
        <w:tcPr>
          <w:tcW w:w="3458" w:type="dxa"/>
          <w:shd w:val="clear" w:color="auto" w:fill="auto"/>
          <w:tcMar>
            <w:left w:w="0" w:type="dxa"/>
            <w:right w:w="0" w:type="dxa"/>
          </w:tcMar>
        </w:tcPr>
        <w:p w14:paraId="6929FCCF" w14:textId="77777777" w:rsidR="008A791F" w:rsidRDefault="008A791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8A791F" w:rsidRPr="00D6163D" w:rsidRDefault="008A791F" w:rsidP="00FC6389">
          <w:pPr>
            <w:pStyle w:val="Druhdokumentu"/>
          </w:pPr>
        </w:p>
      </w:tc>
    </w:tr>
    <w:tr w:rsidR="008A791F" w14:paraId="76D44D13" w14:textId="77777777" w:rsidTr="00B22106">
      <w:trPr>
        <w:trHeight w:hRule="exact" w:val="936"/>
      </w:trPr>
      <w:tc>
        <w:tcPr>
          <w:tcW w:w="1361" w:type="dxa"/>
          <w:tcMar>
            <w:left w:w="0" w:type="dxa"/>
            <w:right w:w="0" w:type="dxa"/>
          </w:tcMar>
        </w:tcPr>
        <w:p w14:paraId="66B7441D" w14:textId="77777777" w:rsidR="008A791F" w:rsidRPr="00B8518B" w:rsidRDefault="008A791F" w:rsidP="00FC6389">
          <w:pPr>
            <w:pStyle w:val="Zpat"/>
            <w:rPr>
              <w:rStyle w:val="slostrnky"/>
            </w:rPr>
          </w:pPr>
        </w:p>
      </w:tc>
      <w:tc>
        <w:tcPr>
          <w:tcW w:w="3458" w:type="dxa"/>
          <w:shd w:val="clear" w:color="auto" w:fill="auto"/>
          <w:tcMar>
            <w:left w:w="0" w:type="dxa"/>
            <w:right w:w="0" w:type="dxa"/>
          </w:tcMar>
        </w:tcPr>
        <w:p w14:paraId="1FBCE88D" w14:textId="77777777" w:rsidR="008A791F" w:rsidRDefault="008A791F" w:rsidP="00FC6389">
          <w:pPr>
            <w:pStyle w:val="Zpat"/>
          </w:pPr>
        </w:p>
      </w:tc>
      <w:tc>
        <w:tcPr>
          <w:tcW w:w="5756" w:type="dxa"/>
          <w:shd w:val="clear" w:color="auto" w:fill="auto"/>
          <w:tcMar>
            <w:left w:w="0" w:type="dxa"/>
            <w:right w:w="0" w:type="dxa"/>
          </w:tcMar>
        </w:tcPr>
        <w:p w14:paraId="2D321ECC" w14:textId="77777777" w:rsidR="008A791F" w:rsidRPr="00D6163D" w:rsidRDefault="008A791F" w:rsidP="00FC6389">
          <w:pPr>
            <w:pStyle w:val="Druhdokumentu"/>
          </w:pPr>
        </w:p>
      </w:tc>
    </w:tr>
  </w:tbl>
  <w:p w14:paraId="499DD15B" w14:textId="77777777" w:rsidR="008A791F" w:rsidRPr="00D6163D" w:rsidRDefault="008A791F" w:rsidP="00FC6389">
    <w:pPr>
      <w:pStyle w:val="Zhlav"/>
      <w:rPr>
        <w:sz w:val="8"/>
        <w:szCs w:val="8"/>
      </w:rPr>
    </w:pPr>
  </w:p>
  <w:p w14:paraId="467568D9" w14:textId="77777777" w:rsidR="008A791F" w:rsidRPr="00460660" w:rsidRDefault="008A791F">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E3FE3" w14:textId="7FFF58A9" w:rsidR="00A704A2" w:rsidRDefault="00A704A2">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64800" w14:textId="0AE14ACD" w:rsidR="00A704A2" w:rsidRDefault="00A704A2">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6A52" w14:textId="3F71C6B8" w:rsidR="008A791F" w:rsidRPr="00D6163D" w:rsidRDefault="008A791F">
    <w:pPr>
      <w:pStyle w:val="Zhlav"/>
      <w:rPr>
        <w:sz w:val="8"/>
        <w:szCs w:val="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F93C8" w14:textId="73F6002D" w:rsidR="00A704A2" w:rsidRDefault="00A704A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DD2E9" w14:textId="771502E1" w:rsidR="00A704A2" w:rsidRDefault="00A704A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4625A" w14:textId="296A88F6" w:rsidR="008A791F" w:rsidRPr="00D6163D" w:rsidRDefault="008A791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63330" w14:textId="2403308E" w:rsidR="00A704A2" w:rsidRDefault="00A704A2">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D4EF6" w14:textId="3BCC3467" w:rsidR="00A704A2" w:rsidRDefault="00A704A2">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643" w14:textId="54F0FAA3" w:rsidR="008A791F" w:rsidRPr="00D6163D" w:rsidRDefault="008A791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EADE9" w14:textId="6A9799B7" w:rsidR="00A704A2" w:rsidRDefault="00A704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C46F0B8"/>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A2812"/>
    <w:multiLevelType w:val="hybridMultilevel"/>
    <w:tmpl w:val="D0CA9412"/>
    <w:lvl w:ilvl="0" w:tplc="ECE4AC56">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DFD0EAEC"/>
    <w:lvl w:ilvl="0" w:tplc="1C1256E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B602CEB"/>
    <w:multiLevelType w:val="hybridMultilevel"/>
    <w:tmpl w:val="D646DE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7D0A4A"/>
    <w:multiLevelType w:val="hybridMultilevel"/>
    <w:tmpl w:val="ED580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D9346A6"/>
    <w:multiLevelType w:val="hybridMultilevel"/>
    <w:tmpl w:val="22EC27E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E060A90"/>
    <w:multiLevelType w:val="hybridMultilevel"/>
    <w:tmpl w:val="DC3EBA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5573816">
    <w:abstractNumId w:val="4"/>
  </w:num>
  <w:num w:numId="2" w16cid:durableId="2058507446">
    <w:abstractNumId w:val="1"/>
  </w:num>
  <w:num w:numId="3" w16cid:durableId="1102070889">
    <w:abstractNumId w:val="14"/>
  </w:num>
  <w:num w:numId="4" w16cid:durableId="999581914">
    <w:abstractNumId w:val="5"/>
  </w:num>
  <w:num w:numId="5" w16cid:durableId="755053173">
    <w:abstractNumId w:val="7"/>
  </w:num>
  <w:num w:numId="6" w16cid:durableId="461732251">
    <w:abstractNumId w:val="0"/>
  </w:num>
  <w:num w:numId="7" w16cid:durableId="4894439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15930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7497643">
    <w:abstractNumId w:val="0"/>
  </w:num>
  <w:num w:numId="10" w16cid:durableId="678627351">
    <w:abstractNumId w:val="12"/>
  </w:num>
  <w:num w:numId="11" w16cid:durableId="184446468">
    <w:abstractNumId w:val="18"/>
  </w:num>
  <w:num w:numId="12" w16cid:durableId="470902045">
    <w:abstractNumId w:val="7"/>
  </w:num>
  <w:num w:numId="13" w16cid:durableId="1369453401">
    <w:abstractNumId w:val="9"/>
  </w:num>
  <w:num w:numId="14" w16cid:durableId="2071686280">
    <w:abstractNumId w:val="11"/>
  </w:num>
  <w:num w:numId="15" w16cid:durableId="679812490">
    <w:abstractNumId w:val="0"/>
  </w:num>
  <w:num w:numId="16" w16cid:durableId="721634578">
    <w:abstractNumId w:val="2"/>
  </w:num>
  <w:num w:numId="17" w16cid:durableId="212620824">
    <w:abstractNumId w:val="15"/>
  </w:num>
  <w:num w:numId="18" w16cid:durableId="4492075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7208902">
    <w:abstractNumId w:val="3"/>
  </w:num>
  <w:num w:numId="20" w16cid:durableId="446585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6020424">
    <w:abstractNumId w:val="9"/>
    <w:lvlOverride w:ilvl="0">
      <w:startOverride w:val="1"/>
    </w:lvlOverride>
  </w:num>
  <w:num w:numId="22" w16cid:durableId="962463719">
    <w:abstractNumId w:val="0"/>
    <w:lvlOverride w:ilvl="0">
      <w:startOverride w:val="4"/>
    </w:lvlOverride>
    <w:lvlOverride w:ilvl="1">
      <w:startOverride w:val="12"/>
    </w:lvlOverride>
    <w:lvlOverride w:ilvl="2">
      <w:startOverride w:val="2"/>
    </w:lvlOverride>
  </w:num>
  <w:num w:numId="23" w16cid:durableId="338821225">
    <w:abstractNumId w:val="16"/>
  </w:num>
  <w:num w:numId="24" w16cid:durableId="910042563">
    <w:abstractNumId w:val="8"/>
  </w:num>
  <w:num w:numId="25" w16cid:durableId="918831297">
    <w:abstractNumId w:val="10"/>
  </w:num>
  <w:num w:numId="26" w16cid:durableId="658575606">
    <w:abstractNumId w:val="13"/>
  </w:num>
  <w:num w:numId="27" w16cid:durableId="1192886341">
    <w:abstractNumId w:val="17"/>
  </w:num>
  <w:num w:numId="28" w16cid:durableId="1307008152">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1345"/>
    <w:rsid w:val="00022F72"/>
    <w:rsid w:val="00035B41"/>
    <w:rsid w:val="00041EC8"/>
    <w:rsid w:val="000432C2"/>
    <w:rsid w:val="00043B92"/>
    <w:rsid w:val="000454C8"/>
    <w:rsid w:val="0004706B"/>
    <w:rsid w:val="0004726A"/>
    <w:rsid w:val="0006588D"/>
    <w:rsid w:val="00067A5E"/>
    <w:rsid w:val="000719BB"/>
    <w:rsid w:val="00072A65"/>
    <w:rsid w:val="00072C1E"/>
    <w:rsid w:val="00072DAB"/>
    <w:rsid w:val="00085B49"/>
    <w:rsid w:val="00095562"/>
    <w:rsid w:val="000A1915"/>
    <w:rsid w:val="000A732C"/>
    <w:rsid w:val="000B18B0"/>
    <w:rsid w:val="000B4EB8"/>
    <w:rsid w:val="000C2102"/>
    <w:rsid w:val="000C2D3C"/>
    <w:rsid w:val="000C41F2"/>
    <w:rsid w:val="000C4EB8"/>
    <w:rsid w:val="000C7162"/>
    <w:rsid w:val="000C7DA9"/>
    <w:rsid w:val="000D22C4"/>
    <w:rsid w:val="000D27D1"/>
    <w:rsid w:val="000E1A7F"/>
    <w:rsid w:val="000E65EA"/>
    <w:rsid w:val="000F3D4C"/>
    <w:rsid w:val="000F78A6"/>
    <w:rsid w:val="00105B99"/>
    <w:rsid w:val="00106CD8"/>
    <w:rsid w:val="00110085"/>
    <w:rsid w:val="00112864"/>
    <w:rsid w:val="00114080"/>
    <w:rsid w:val="00114472"/>
    <w:rsid w:val="00114988"/>
    <w:rsid w:val="00115069"/>
    <w:rsid w:val="001150F2"/>
    <w:rsid w:val="001160C5"/>
    <w:rsid w:val="0011686F"/>
    <w:rsid w:val="00124A35"/>
    <w:rsid w:val="00133726"/>
    <w:rsid w:val="00143EC0"/>
    <w:rsid w:val="00155EB3"/>
    <w:rsid w:val="001656A2"/>
    <w:rsid w:val="00165977"/>
    <w:rsid w:val="00170EC5"/>
    <w:rsid w:val="00173349"/>
    <w:rsid w:val="00173A70"/>
    <w:rsid w:val="001747C1"/>
    <w:rsid w:val="00177D6B"/>
    <w:rsid w:val="00182075"/>
    <w:rsid w:val="00183FBA"/>
    <w:rsid w:val="00187660"/>
    <w:rsid w:val="00191F90"/>
    <w:rsid w:val="001A14B8"/>
    <w:rsid w:val="001A75B2"/>
    <w:rsid w:val="001B0C6A"/>
    <w:rsid w:val="001B4E74"/>
    <w:rsid w:val="001C5817"/>
    <w:rsid w:val="001C645F"/>
    <w:rsid w:val="001C68BE"/>
    <w:rsid w:val="001D5DEF"/>
    <w:rsid w:val="001D6E48"/>
    <w:rsid w:val="001E678E"/>
    <w:rsid w:val="001F518E"/>
    <w:rsid w:val="002016BE"/>
    <w:rsid w:val="002038D5"/>
    <w:rsid w:val="002054A6"/>
    <w:rsid w:val="002071BB"/>
    <w:rsid w:val="00207DF5"/>
    <w:rsid w:val="00211ABD"/>
    <w:rsid w:val="0022446A"/>
    <w:rsid w:val="00225027"/>
    <w:rsid w:val="00225674"/>
    <w:rsid w:val="002333E5"/>
    <w:rsid w:val="00237604"/>
    <w:rsid w:val="00237684"/>
    <w:rsid w:val="002377F2"/>
    <w:rsid w:val="00237B02"/>
    <w:rsid w:val="002406CA"/>
    <w:rsid w:val="00240B81"/>
    <w:rsid w:val="00247D01"/>
    <w:rsid w:val="00252206"/>
    <w:rsid w:val="00255B10"/>
    <w:rsid w:val="002575CE"/>
    <w:rsid w:val="00261A5B"/>
    <w:rsid w:val="00262E5B"/>
    <w:rsid w:val="00270C0B"/>
    <w:rsid w:val="00276AFE"/>
    <w:rsid w:val="002842DC"/>
    <w:rsid w:val="00284B29"/>
    <w:rsid w:val="00285ED8"/>
    <w:rsid w:val="00286E07"/>
    <w:rsid w:val="00292730"/>
    <w:rsid w:val="002A3B57"/>
    <w:rsid w:val="002B4972"/>
    <w:rsid w:val="002C31BF"/>
    <w:rsid w:val="002D14D1"/>
    <w:rsid w:val="002D1625"/>
    <w:rsid w:val="002D3591"/>
    <w:rsid w:val="002D6EE5"/>
    <w:rsid w:val="002D7FD6"/>
    <w:rsid w:val="002E0CD7"/>
    <w:rsid w:val="002E0CFB"/>
    <w:rsid w:val="002E24EF"/>
    <w:rsid w:val="002E5C7B"/>
    <w:rsid w:val="002F2DC5"/>
    <w:rsid w:val="002F4333"/>
    <w:rsid w:val="002F52D1"/>
    <w:rsid w:val="0030003A"/>
    <w:rsid w:val="00307320"/>
    <w:rsid w:val="00310622"/>
    <w:rsid w:val="003149C0"/>
    <w:rsid w:val="003258DA"/>
    <w:rsid w:val="00327EEF"/>
    <w:rsid w:val="00331951"/>
    <w:rsid w:val="0033239F"/>
    <w:rsid w:val="0034274B"/>
    <w:rsid w:val="00342DC7"/>
    <w:rsid w:val="00346732"/>
    <w:rsid w:val="0034719F"/>
    <w:rsid w:val="00350A35"/>
    <w:rsid w:val="003571D8"/>
    <w:rsid w:val="00357BC6"/>
    <w:rsid w:val="003610C9"/>
    <w:rsid w:val="00361422"/>
    <w:rsid w:val="00362E8F"/>
    <w:rsid w:val="00363530"/>
    <w:rsid w:val="003645C4"/>
    <w:rsid w:val="0037545D"/>
    <w:rsid w:val="0039231C"/>
    <w:rsid w:val="00392910"/>
    <w:rsid w:val="00392EB6"/>
    <w:rsid w:val="00394474"/>
    <w:rsid w:val="003956C6"/>
    <w:rsid w:val="003B16AA"/>
    <w:rsid w:val="003B23D6"/>
    <w:rsid w:val="003B3AFC"/>
    <w:rsid w:val="003C1F72"/>
    <w:rsid w:val="003C33F2"/>
    <w:rsid w:val="003D6859"/>
    <w:rsid w:val="003D756E"/>
    <w:rsid w:val="003E420D"/>
    <w:rsid w:val="003E4C13"/>
    <w:rsid w:val="003F537C"/>
    <w:rsid w:val="003F62A5"/>
    <w:rsid w:val="00401154"/>
    <w:rsid w:val="00401D55"/>
    <w:rsid w:val="00405F42"/>
    <w:rsid w:val="004078F3"/>
    <w:rsid w:val="00412FBD"/>
    <w:rsid w:val="004160CB"/>
    <w:rsid w:val="00427794"/>
    <w:rsid w:val="00430B3D"/>
    <w:rsid w:val="004328E4"/>
    <w:rsid w:val="00432A31"/>
    <w:rsid w:val="00450F07"/>
    <w:rsid w:val="00450F44"/>
    <w:rsid w:val="00453CD3"/>
    <w:rsid w:val="00455CE8"/>
    <w:rsid w:val="00460660"/>
    <w:rsid w:val="00464BA9"/>
    <w:rsid w:val="0047195E"/>
    <w:rsid w:val="00474821"/>
    <w:rsid w:val="00483969"/>
    <w:rsid w:val="00486107"/>
    <w:rsid w:val="004875D0"/>
    <w:rsid w:val="00491827"/>
    <w:rsid w:val="0049587D"/>
    <w:rsid w:val="004A17ED"/>
    <w:rsid w:val="004B4299"/>
    <w:rsid w:val="004C35AB"/>
    <w:rsid w:val="004C4399"/>
    <w:rsid w:val="004C787C"/>
    <w:rsid w:val="004D09FB"/>
    <w:rsid w:val="004D395E"/>
    <w:rsid w:val="004E6233"/>
    <w:rsid w:val="004E70FB"/>
    <w:rsid w:val="004E7A1F"/>
    <w:rsid w:val="004F4B9B"/>
    <w:rsid w:val="00500E0F"/>
    <w:rsid w:val="00502690"/>
    <w:rsid w:val="0050510F"/>
    <w:rsid w:val="0050666E"/>
    <w:rsid w:val="00511AB9"/>
    <w:rsid w:val="00511EB1"/>
    <w:rsid w:val="00515632"/>
    <w:rsid w:val="00523BB5"/>
    <w:rsid w:val="00523EA7"/>
    <w:rsid w:val="00534258"/>
    <w:rsid w:val="005406EB"/>
    <w:rsid w:val="00541649"/>
    <w:rsid w:val="00544816"/>
    <w:rsid w:val="00553375"/>
    <w:rsid w:val="00555884"/>
    <w:rsid w:val="00560CDA"/>
    <w:rsid w:val="005614AC"/>
    <w:rsid w:val="0056278A"/>
    <w:rsid w:val="0056771A"/>
    <w:rsid w:val="005736B7"/>
    <w:rsid w:val="00575E5A"/>
    <w:rsid w:val="0057614D"/>
    <w:rsid w:val="00580245"/>
    <w:rsid w:val="0058059E"/>
    <w:rsid w:val="00580FF1"/>
    <w:rsid w:val="00582A82"/>
    <w:rsid w:val="00590C91"/>
    <w:rsid w:val="005967E0"/>
    <w:rsid w:val="005A1F44"/>
    <w:rsid w:val="005B778D"/>
    <w:rsid w:val="005C3667"/>
    <w:rsid w:val="005D3C39"/>
    <w:rsid w:val="005D6794"/>
    <w:rsid w:val="005D7B1B"/>
    <w:rsid w:val="005E211A"/>
    <w:rsid w:val="005E22EE"/>
    <w:rsid w:val="005E2F93"/>
    <w:rsid w:val="005E5AE7"/>
    <w:rsid w:val="005E7125"/>
    <w:rsid w:val="005F14BD"/>
    <w:rsid w:val="005F2CFE"/>
    <w:rsid w:val="005F3A8C"/>
    <w:rsid w:val="005F50FB"/>
    <w:rsid w:val="00600ECE"/>
    <w:rsid w:val="00600FA0"/>
    <w:rsid w:val="00601A8C"/>
    <w:rsid w:val="0061068E"/>
    <w:rsid w:val="006115D3"/>
    <w:rsid w:val="00623FDC"/>
    <w:rsid w:val="006265D1"/>
    <w:rsid w:val="0064718A"/>
    <w:rsid w:val="00653EB8"/>
    <w:rsid w:val="0065610E"/>
    <w:rsid w:val="00660AD3"/>
    <w:rsid w:val="00666C9E"/>
    <w:rsid w:val="0067168A"/>
    <w:rsid w:val="006776B6"/>
    <w:rsid w:val="00684D0D"/>
    <w:rsid w:val="00693150"/>
    <w:rsid w:val="00697F5E"/>
    <w:rsid w:val="006A014C"/>
    <w:rsid w:val="006A32ED"/>
    <w:rsid w:val="006A5570"/>
    <w:rsid w:val="006A5576"/>
    <w:rsid w:val="006A689C"/>
    <w:rsid w:val="006A698D"/>
    <w:rsid w:val="006B3D79"/>
    <w:rsid w:val="006B63BD"/>
    <w:rsid w:val="006B6FE4"/>
    <w:rsid w:val="006C2343"/>
    <w:rsid w:val="006C442A"/>
    <w:rsid w:val="006C755E"/>
    <w:rsid w:val="006D7CAF"/>
    <w:rsid w:val="006E0578"/>
    <w:rsid w:val="006E314D"/>
    <w:rsid w:val="006E7799"/>
    <w:rsid w:val="006F4F8D"/>
    <w:rsid w:val="006F680F"/>
    <w:rsid w:val="006F6E55"/>
    <w:rsid w:val="006F782C"/>
    <w:rsid w:val="00704D1E"/>
    <w:rsid w:val="0070619B"/>
    <w:rsid w:val="00710723"/>
    <w:rsid w:val="007145F3"/>
    <w:rsid w:val="00723ED1"/>
    <w:rsid w:val="00725742"/>
    <w:rsid w:val="00737C7A"/>
    <w:rsid w:val="00740AF5"/>
    <w:rsid w:val="00740C8D"/>
    <w:rsid w:val="00743525"/>
    <w:rsid w:val="007470DC"/>
    <w:rsid w:val="007541A2"/>
    <w:rsid w:val="00755818"/>
    <w:rsid w:val="007616C2"/>
    <w:rsid w:val="0076286B"/>
    <w:rsid w:val="007629F8"/>
    <w:rsid w:val="00766846"/>
    <w:rsid w:val="00773071"/>
    <w:rsid w:val="00773E76"/>
    <w:rsid w:val="00775BBF"/>
    <w:rsid w:val="0077673A"/>
    <w:rsid w:val="00776AFF"/>
    <w:rsid w:val="00780051"/>
    <w:rsid w:val="007846E1"/>
    <w:rsid w:val="007847D6"/>
    <w:rsid w:val="007853BA"/>
    <w:rsid w:val="0078614D"/>
    <w:rsid w:val="00792BEB"/>
    <w:rsid w:val="00792D22"/>
    <w:rsid w:val="00792EE5"/>
    <w:rsid w:val="007A089C"/>
    <w:rsid w:val="007A4505"/>
    <w:rsid w:val="007A5172"/>
    <w:rsid w:val="007A67A0"/>
    <w:rsid w:val="007A7B07"/>
    <w:rsid w:val="007A7DDE"/>
    <w:rsid w:val="007B0D3C"/>
    <w:rsid w:val="007B1534"/>
    <w:rsid w:val="007B1A3D"/>
    <w:rsid w:val="007B570C"/>
    <w:rsid w:val="007C06EE"/>
    <w:rsid w:val="007C3967"/>
    <w:rsid w:val="007C5289"/>
    <w:rsid w:val="007D26F9"/>
    <w:rsid w:val="007E4911"/>
    <w:rsid w:val="007E4A6E"/>
    <w:rsid w:val="007F56A7"/>
    <w:rsid w:val="00800851"/>
    <w:rsid w:val="00802E17"/>
    <w:rsid w:val="00807DD0"/>
    <w:rsid w:val="008156D5"/>
    <w:rsid w:val="00821D01"/>
    <w:rsid w:val="00826B7B"/>
    <w:rsid w:val="00827012"/>
    <w:rsid w:val="008341DD"/>
    <w:rsid w:val="0083541D"/>
    <w:rsid w:val="00837C02"/>
    <w:rsid w:val="00837D45"/>
    <w:rsid w:val="00846789"/>
    <w:rsid w:val="008527C7"/>
    <w:rsid w:val="00855469"/>
    <w:rsid w:val="00857C44"/>
    <w:rsid w:val="00866994"/>
    <w:rsid w:val="008760DD"/>
    <w:rsid w:val="00883098"/>
    <w:rsid w:val="0089102A"/>
    <w:rsid w:val="008911C8"/>
    <w:rsid w:val="008924AF"/>
    <w:rsid w:val="008928D0"/>
    <w:rsid w:val="008A3568"/>
    <w:rsid w:val="008A3922"/>
    <w:rsid w:val="008A3CE1"/>
    <w:rsid w:val="008A7656"/>
    <w:rsid w:val="008A791F"/>
    <w:rsid w:val="008B2F29"/>
    <w:rsid w:val="008B48D3"/>
    <w:rsid w:val="008B78DF"/>
    <w:rsid w:val="008C50F3"/>
    <w:rsid w:val="008C7539"/>
    <w:rsid w:val="008C7EFE"/>
    <w:rsid w:val="008D03B9"/>
    <w:rsid w:val="008D30C7"/>
    <w:rsid w:val="008D4A07"/>
    <w:rsid w:val="008D7009"/>
    <w:rsid w:val="008E6C18"/>
    <w:rsid w:val="008F18D6"/>
    <w:rsid w:val="008F2C9B"/>
    <w:rsid w:val="008F42EF"/>
    <w:rsid w:val="008F4B03"/>
    <w:rsid w:val="008F7242"/>
    <w:rsid w:val="008F797B"/>
    <w:rsid w:val="00904780"/>
    <w:rsid w:val="0090635B"/>
    <w:rsid w:val="00911FCD"/>
    <w:rsid w:val="009152C2"/>
    <w:rsid w:val="00922385"/>
    <w:rsid w:val="009223DF"/>
    <w:rsid w:val="00934B6B"/>
    <w:rsid w:val="00935992"/>
    <w:rsid w:val="00936091"/>
    <w:rsid w:val="0093758A"/>
    <w:rsid w:val="00940D8A"/>
    <w:rsid w:val="00946FE9"/>
    <w:rsid w:val="009552C7"/>
    <w:rsid w:val="00960B34"/>
    <w:rsid w:val="00960C0C"/>
    <w:rsid w:val="00962258"/>
    <w:rsid w:val="009678B7"/>
    <w:rsid w:val="009743FE"/>
    <w:rsid w:val="00974722"/>
    <w:rsid w:val="0098100D"/>
    <w:rsid w:val="00981A1D"/>
    <w:rsid w:val="00982681"/>
    <w:rsid w:val="00985DF9"/>
    <w:rsid w:val="00992D9C"/>
    <w:rsid w:val="00995DF9"/>
    <w:rsid w:val="009969F8"/>
    <w:rsid w:val="00996CB8"/>
    <w:rsid w:val="009A3E79"/>
    <w:rsid w:val="009A522E"/>
    <w:rsid w:val="009B285D"/>
    <w:rsid w:val="009B2E97"/>
    <w:rsid w:val="009B4201"/>
    <w:rsid w:val="009B5146"/>
    <w:rsid w:val="009C418E"/>
    <w:rsid w:val="009C442C"/>
    <w:rsid w:val="009D25D3"/>
    <w:rsid w:val="009D7398"/>
    <w:rsid w:val="009D7EE9"/>
    <w:rsid w:val="009E07F4"/>
    <w:rsid w:val="009F0867"/>
    <w:rsid w:val="009F1A9B"/>
    <w:rsid w:val="009F2B0D"/>
    <w:rsid w:val="009F2F77"/>
    <w:rsid w:val="009F309B"/>
    <w:rsid w:val="009F392E"/>
    <w:rsid w:val="009F53C5"/>
    <w:rsid w:val="009F638B"/>
    <w:rsid w:val="00A0740E"/>
    <w:rsid w:val="00A21A01"/>
    <w:rsid w:val="00A21B2B"/>
    <w:rsid w:val="00A23BA1"/>
    <w:rsid w:val="00A2666C"/>
    <w:rsid w:val="00A349C6"/>
    <w:rsid w:val="00A41162"/>
    <w:rsid w:val="00A45893"/>
    <w:rsid w:val="00A45BB7"/>
    <w:rsid w:val="00A47A9F"/>
    <w:rsid w:val="00A50641"/>
    <w:rsid w:val="00A530BF"/>
    <w:rsid w:val="00A573DA"/>
    <w:rsid w:val="00A6177B"/>
    <w:rsid w:val="00A637A7"/>
    <w:rsid w:val="00A66136"/>
    <w:rsid w:val="00A6689C"/>
    <w:rsid w:val="00A704A2"/>
    <w:rsid w:val="00A7050F"/>
    <w:rsid w:val="00A71189"/>
    <w:rsid w:val="00A72F8F"/>
    <w:rsid w:val="00A7364A"/>
    <w:rsid w:val="00A74DCC"/>
    <w:rsid w:val="00A753ED"/>
    <w:rsid w:val="00A76E05"/>
    <w:rsid w:val="00A77512"/>
    <w:rsid w:val="00A854EA"/>
    <w:rsid w:val="00A944F1"/>
    <w:rsid w:val="00A94C2F"/>
    <w:rsid w:val="00AA1625"/>
    <w:rsid w:val="00AA3403"/>
    <w:rsid w:val="00AA4762"/>
    <w:rsid w:val="00AA4CBB"/>
    <w:rsid w:val="00AA65FA"/>
    <w:rsid w:val="00AA7351"/>
    <w:rsid w:val="00AA7AB8"/>
    <w:rsid w:val="00AB34A1"/>
    <w:rsid w:val="00AB34E2"/>
    <w:rsid w:val="00AB5342"/>
    <w:rsid w:val="00AB5F0F"/>
    <w:rsid w:val="00AC3E23"/>
    <w:rsid w:val="00AD056F"/>
    <w:rsid w:val="00AD0C7B"/>
    <w:rsid w:val="00AD57AF"/>
    <w:rsid w:val="00AD5F1A"/>
    <w:rsid w:val="00AD6731"/>
    <w:rsid w:val="00AE0550"/>
    <w:rsid w:val="00AE4B52"/>
    <w:rsid w:val="00AE5520"/>
    <w:rsid w:val="00AF231D"/>
    <w:rsid w:val="00AF7AEE"/>
    <w:rsid w:val="00B008D5"/>
    <w:rsid w:val="00B02F73"/>
    <w:rsid w:val="00B05B31"/>
    <w:rsid w:val="00B0619F"/>
    <w:rsid w:val="00B13A26"/>
    <w:rsid w:val="00B15D0D"/>
    <w:rsid w:val="00B16773"/>
    <w:rsid w:val="00B21269"/>
    <w:rsid w:val="00B22106"/>
    <w:rsid w:val="00B25797"/>
    <w:rsid w:val="00B35932"/>
    <w:rsid w:val="00B42F40"/>
    <w:rsid w:val="00B45940"/>
    <w:rsid w:val="00B46A46"/>
    <w:rsid w:val="00B5431A"/>
    <w:rsid w:val="00B63BD1"/>
    <w:rsid w:val="00B675F5"/>
    <w:rsid w:val="00B75EE1"/>
    <w:rsid w:val="00B77228"/>
    <w:rsid w:val="00B77481"/>
    <w:rsid w:val="00B8518B"/>
    <w:rsid w:val="00B90755"/>
    <w:rsid w:val="00B97CC3"/>
    <w:rsid w:val="00BA16C8"/>
    <w:rsid w:val="00BA4169"/>
    <w:rsid w:val="00BB12C1"/>
    <w:rsid w:val="00BB1390"/>
    <w:rsid w:val="00BB1F16"/>
    <w:rsid w:val="00BB31AD"/>
    <w:rsid w:val="00BC06C4"/>
    <w:rsid w:val="00BC5BDD"/>
    <w:rsid w:val="00BC6C17"/>
    <w:rsid w:val="00BD5DE9"/>
    <w:rsid w:val="00BD742B"/>
    <w:rsid w:val="00BD7E91"/>
    <w:rsid w:val="00BD7F0D"/>
    <w:rsid w:val="00BE5369"/>
    <w:rsid w:val="00BE5FD5"/>
    <w:rsid w:val="00BF2895"/>
    <w:rsid w:val="00BF4C5D"/>
    <w:rsid w:val="00C01453"/>
    <w:rsid w:val="00C02D0A"/>
    <w:rsid w:val="00C03A6E"/>
    <w:rsid w:val="00C04CDD"/>
    <w:rsid w:val="00C14413"/>
    <w:rsid w:val="00C159A7"/>
    <w:rsid w:val="00C226C0"/>
    <w:rsid w:val="00C240B6"/>
    <w:rsid w:val="00C42FE6"/>
    <w:rsid w:val="00C44F6A"/>
    <w:rsid w:val="00C52847"/>
    <w:rsid w:val="00C53FB6"/>
    <w:rsid w:val="00C6198E"/>
    <w:rsid w:val="00C708EA"/>
    <w:rsid w:val="00C717BC"/>
    <w:rsid w:val="00C729BC"/>
    <w:rsid w:val="00C7526B"/>
    <w:rsid w:val="00C76E46"/>
    <w:rsid w:val="00C778A5"/>
    <w:rsid w:val="00C9118F"/>
    <w:rsid w:val="00C95162"/>
    <w:rsid w:val="00C9649D"/>
    <w:rsid w:val="00CA143D"/>
    <w:rsid w:val="00CB1C6E"/>
    <w:rsid w:val="00CB2DC6"/>
    <w:rsid w:val="00CB4F6D"/>
    <w:rsid w:val="00CB6A37"/>
    <w:rsid w:val="00CB7684"/>
    <w:rsid w:val="00CC1E14"/>
    <w:rsid w:val="00CC4EA8"/>
    <w:rsid w:val="00CC6517"/>
    <w:rsid w:val="00CC7C8F"/>
    <w:rsid w:val="00CD1FC4"/>
    <w:rsid w:val="00D01353"/>
    <w:rsid w:val="00D034A0"/>
    <w:rsid w:val="00D21061"/>
    <w:rsid w:val="00D4031F"/>
    <w:rsid w:val="00D4108E"/>
    <w:rsid w:val="00D41385"/>
    <w:rsid w:val="00D41CFE"/>
    <w:rsid w:val="00D4328E"/>
    <w:rsid w:val="00D50FE6"/>
    <w:rsid w:val="00D55B0C"/>
    <w:rsid w:val="00D6163D"/>
    <w:rsid w:val="00D6228E"/>
    <w:rsid w:val="00D63033"/>
    <w:rsid w:val="00D659A5"/>
    <w:rsid w:val="00D701DC"/>
    <w:rsid w:val="00D765EC"/>
    <w:rsid w:val="00D831A3"/>
    <w:rsid w:val="00D86204"/>
    <w:rsid w:val="00D91102"/>
    <w:rsid w:val="00D97BE3"/>
    <w:rsid w:val="00DA3711"/>
    <w:rsid w:val="00DB0CD2"/>
    <w:rsid w:val="00DB20D5"/>
    <w:rsid w:val="00DC7EBF"/>
    <w:rsid w:val="00DD11B7"/>
    <w:rsid w:val="00DD46F3"/>
    <w:rsid w:val="00DD4862"/>
    <w:rsid w:val="00DE063C"/>
    <w:rsid w:val="00DE56F2"/>
    <w:rsid w:val="00DF116D"/>
    <w:rsid w:val="00DF2BFF"/>
    <w:rsid w:val="00DF7604"/>
    <w:rsid w:val="00E16FF7"/>
    <w:rsid w:val="00E26D68"/>
    <w:rsid w:val="00E30910"/>
    <w:rsid w:val="00E31C62"/>
    <w:rsid w:val="00E44045"/>
    <w:rsid w:val="00E618C4"/>
    <w:rsid w:val="00E62689"/>
    <w:rsid w:val="00E7415D"/>
    <w:rsid w:val="00E761E9"/>
    <w:rsid w:val="00E7745D"/>
    <w:rsid w:val="00E850BC"/>
    <w:rsid w:val="00E865D7"/>
    <w:rsid w:val="00E878EE"/>
    <w:rsid w:val="00E901A3"/>
    <w:rsid w:val="00EA585B"/>
    <w:rsid w:val="00EA6EC7"/>
    <w:rsid w:val="00EB0103"/>
    <w:rsid w:val="00EB104F"/>
    <w:rsid w:val="00EB1E23"/>
    <w:rsid w:val="00EB251F"/>
    <w:rsid w:val="00EB46E5"/>
    <w:rsid w:val="00EC6AEA"/>
    <w:rsid w:val="00ED14BD"/>
    <w:rsid w:val="00EE2D3D"/>
    <w:rsid w:val="00EE7A4C"/>
    <w:rsid w:val="00EF44D8"/>
    <w:rsid w:val="00F00153"/>
    <w:rsid w:val="00F016C7"/>
    <w:rsid w:val="00F12DEC"/>
    <w:rsid w:val="00F13E14"/>
    <w:rsid w:val="00F13FDA"/>
    <w:rsid w:val="00F1715C"/>
    <w:rsid w:val="00F20227"/>
    <w:rsid w:val="00F203EA"/>
    <w:rsid w:val="00F21E6B"/>
    <w:rsid w:val="00F25C81"/>
    <w:rsid w:val="00F310F8"/>
    <w:rsid w:val="00F31B8A"/>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7375"/>
    <w:rsid w:val="00F77822"/>
    <w:rsid w:val="00F8119B"/>
    <w:rsid w:val="00F86BA6"/>
    <w:rsid w:val="00F95BCB"/>
    <w:rsid w:val="00F95FBD"/>
    <w:rsid w:val="00FB6342"/>
    <w:rsid w:val="00FC1B5E"/>
    <w:rsid w:val="00FC6389"/>
    <w:rsid w:val="00FE5007"/>
    <w:rsid w:val="00FE6AEC"/>
    <w:rsid w:val="00FF12A9"/>
    <w:rsid w:val="00FF59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AE04B537-EA09-4AAE-8717-86FDB8EE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Informanzelen">
    <w:name w:val="_Text_Informační_zelený"/>
    <w:basedOn w:val="Normln"/>
    <w:qFormat/>
    <w:rsid w:val="00E761E9"/>
    <w:pPr>
      <w:spacing w:after="60" w:line="264" w:lineRule="auto"/>
      <w:ind w:left="737"/>
      <w:jc w:val="both"/>
    </w:pPr>
    <w:rPr>
      <w:b/>
      <w:i/>
      <w:color w:val="00B05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6.xml"/><Relationship Id="rId21" Type="http://schemas.openxmlformats.org/officeDocument/2006/relationships/footer" Target="footer4.xml"/><Relationship Id="rId34" Type="http://schemas.openxmlformats.org/officeDocument/2006/relationships/header" Target="header13.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header" Target="header23.xml"/><Relationship Id="rId55" Type="http://schemas.openxmlformats.org/officeDocument/2006/relationships/header" Target="header26.xml"/><Relationship Id="rId63" Type="http://schemas.openxmlformats.org/officeDocument/2006/relationships/header" Target="header30.xm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0.xml"/><Relationship Id="rId49" Type="http://schemas.openxmlformats.org/officeDocument/2006/relationships/header" Target="header22.xml"/><Relationship Id="rId57" Type="http://schemas.openxmlformats.org/officeDocument/2006/relationships/footer" Target="footer19.xml"/><Relationship Id="rId61"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8.xml"/><Relationship Id="rId44" Type="http://schemas.openxmlformats.org/officeDocument/2006/relationships/header" Target="header19.xml"/><Relationship Id="rId52" Type="http://schemas.openxmlformats.org/officeDocument/2006/relationships/footer" Target="footer17.xml"/><Relationship Id="rId60" Type="http://schemas.openxmlformats.org/officeDocument/2006/relationships/header" Target="header29.xml"/><Relationship Id="rId65" Type="http://schemas.openxmlformats.org/officeDocument/2006/relationships/header" Target="header3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8.xml"/><Relationship Id="rId64" Type="http://schemas.openxmlformats.org/officeDocument/2006/relationships/header" Target="header31.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6.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4.xml"/><Relationship Id="rId59" Type="http://schemas.openxmlformats.org/officeDocument/2006/relationships/header" Target="header28.xml"/><Relationship Id="rId67" Type="http://schemas.openxmlformats.org/officeDocument/2006/relationships/header" Target="header33.xml"/><Relationship Id="rId20" Type="http://schemas.openxmlformats.org/officeDocument/2006/relationships/header" Target="header5.xml"/><Relationship Id="rId41" Type="http://schemas.openxmlformats.org/officeDocument/2006/relationships/footer" Target="footer12.xml"/><Relationship Id="rId54" Type="http://schemas.openxmlformats.org/officeDocument/2006/relationships/header" Target="header25.xml"/><Relationship Id="rId62"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62626B-B34E-4869-ADF6-5EAA0577C290}">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373A83D-309D-4DA3-967D-1D315A289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VTP_nové_logo-5</Template>
  <TotalTime>3</TotalTime>
  <Pages>40</Pages>
  <Words>7426</Words>
  <Characters>43814</Characters>
  <Application>Microsoft Office Word</Application>
  <DocSecurity>0</DocSecurity>
  <Lines>365</Lines>
  <Paragraphs>102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Holá Magdaléna, Ing.</cp:lastModifiedBy>
  <cp:revision>4</cp:revision>
  <cp:lastPrinted>2021-01-18T08:04:00Z</cp:lastPrinted>
  <dcterms:created xsi:type="dcterms:W3CDTF">2025-06-27T04:37:00Z</dcterms:created>
  <dcterms:modified xsi:type="dcterms:W3CDTF">2025-07-07T11:34:00Z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